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11136" w14:textId="5524E5CF" w:rsidR="000C4913" w:rsidRPr="000C4913" w:rsidRDefault="000C4913" w:rsidP="000C4913">
      <w:pPr>
        <w:pStyle w:val="LetterText"/>
        <w:rPr>
          <w:rFonts w:ascii="Gotham Bold" w:hAnsi="Gotham Bold"/>
          <w:sz w:val="24"/>
          <w:szCs w:val="24"/>
          <w:lang w:val="nl-NL"/>
        </w:rPr>
      </w:pPr>
      <w:r w:rsidRPr="000C4913">
        <w:rPr>
          <w:rFonts w:ascii="Gotham Bold" w:hAnsi="Gotham Bold"/>
          <w:sz w:val="24"/>
          <w:szCs w:val="24"/>
          <w:lang w:val="nl-NL"/>
        </w:rPr>
        <w:t>COMMUNICATIE-, PERS- EN SOCIAL MEDIAPROTOCOL MAHLER 1</w:t>
      </w:r>
    </w:p>
    <w:p w14:paraId="7E3E4AA9" w14:textId="77777777" w:rsidR="000C4913" w:rsidRPr="000C4913" w:rsidRDefault="000C4913" w:rsidP="000C4913">
      <w:pPr>
        <w:pStyle w:val="LetterText"/>
        <w:rPr>
          <w:lang w:val="nl-NL"/>
        </w:rPr>
      </w:pPr>
      <w:r w:rsidRPr="000C4913">
        <w:rPr>
          <w:lang w:val="nl-NL"/>
        </w:rPr>
        <w:t>Amsterdam, 4 maart 2025</w:t>
      </w:r>
    </w:p>
    <w:p w14:paraId="36C333F3" w14:textId="77777777" w:rsidR="000C4913" w:rsidRPr="000C4913" w:rsidRDefault="000C4913" w:rsidP="000C4913">
      <w:pPr>
        <w:pStyle w:val="LetterText"/>
        <w:rPr>
          <w:lang w:val="nl-NL"/>
        </w:rPr>
      </w:pPr>
    </w:p>
    <w:p w14:paraId="79ACC32C" w14:textId="0F6ED014" w:rsidR="000C4913" w:rsidRDefault="000C4913" w:rsidP="000C4913">
      <w:pPr>
        <w:pStyle w:val="LetterText"/>
        <w:pBdr>
          <w:bottom w:val="single" w:sz="6" w:space="1" w:color="auto"/>
        </w:pBdr>
        <w:rPr>
          <w:lang w:val="nl-NL"/>
        </w:rPr>
      </w:pPr>
      <w:r w:rsidRPr="000C4913">
        <w:rPr>
          <w:lang w:val="nl-NL"/>
        </w:rPr>
        <w:t xml:space="preserve">English </w:t>
      </w:r>
      <w:r w:rsidR="006F12A3">
        <w:rPr>
          <w:lang w:val="nl-NL"/>
        </w:rPr>
        <w:t xml:space="preserve">on p3 </w:t>
      </w:r>
      <w:r w:rsidRPr="000C4913">
        <w:rPr>
          <w:lang w:val="nl-NL"/>
        </w:rPr>
        <w:t xml:space="preserve">below. </w:t>
      </w:r>
    </w:p>
    <w:p w14:paraId="59604D40" w14:textId="77777777" w:rsidR="006F12A3" w:rsidRDefault="006F12A3" w:rsidP="000C4913">
      <w:pPr>
        <w:pStyle w:val="LetterText"/>
        <w:pBdr>
          <w:bottom w:val="single" w:sz="6" w:space="1" w:color="auto"/>
        </w:pBdr>
        <w:rPr>
          <w:lang w:val="nl-NL"/>
        </w:rPr>
      </w:pPr>
    </w:p>
    <w:p w14:paraId="73C85D47" w14:textId="77777777" w:rsidR="000C4913" w:rsidRPr="000C4913" w:rsidRDefault="000C4913" w:rsidP="000C4913">
      <w:pPr>
        <w:pStyle w:val="LetterText"/>
        <w:rPr>
          <w:b/>
          <w:bCs/>
          <w:lang w:val="nl-NL"/>
        </w:rPr>
      </w:pPr>
    </w:p>
    <w:p w14:paraId="68AF5504" w14:textId="6D783E08" w:rsidR="000C4913" w:rsidRPr="000C4913" w:rsidRDefault="000C4913" w:rsidP="000C4913">
      <w:pPr>
        <w:pStyle w:val="LetterText"/>
        <w:rPr>
          <w:rFonts w:asciiTheme="majorHAnsi" w:hAnsiTheme="majorHAnsi"/>
          <w:szCs w:val="20"/>
          <w:lang w:val="nl-NL"/>
        </w:rPr>
      </w:pPr>
      <w:r w:rsidRPr="000C4913">
        <w:rPr>
          <w:rFonts w:asciiTheme="majorHAnsi" w:hAnsiTheme="majorHAnsi"/>
          <w:szCs w:val="20"/>
          <w:lang w:val="nl-NL"/>
        </w:rPr>
        <w:t>INHOUD</w:t>
      </w:r>
    </w:p>
    <w:p w14:paraId="295D6DC5" w14:textId="77777777" w:rsidR="000C4913" w:rsidRPr="000C4913" w:rsidRDefault="000C4913" w:rsidP="000C4913">
      <w:pPr>
        <w:pStyle w:val="LetterText"/>
        <w:numPr>
          <w:ilvl w:val="0"/>
          <w:numId w:val="4"/>
        </w:numPr>
        <w:rPr>
          <w:lang w:val="nl-NL"/>
        </w:rPr>
      </w:pPr>
      <w:r w:rsidRPr="000C4913">
        <w:rPr>
          <w:lang w:val="nl-NL"/>
        </w:rPr>
        <w:t>Externe verzoeken</w:t>
      </w:r>
    </w:p>
    <w:p w14:paraId="0048E6F4" w14:textId="77777777" w:rsidR="000C4913" w:rsidRPr="000C4913" w:rsidRDefault="000C4913" w:rsidP="000C4913">
      <w:pPr>
        <w:pStyle w:val="LetterText"/>
        <w:numPr>
          <w:ilvl w:val="0"/>
          <w:numId w:val="4"/>
        </w:numPr>
        <w:rPr>
          <w:lang w:val="nl-NL"/>
        </w:rPr>
      </w:pPr>
      <w:r w:rsidRPr="000C4913">
        <w:rPr>
          <w:lang w:val="nl-NL"/>
        </w:rPr>
        <w:t>Beschikbare materialen</w:t>
      </w:r>
    </w:p>
    <w:p w14:paraId="07D0BD97" w14:textId="77777777" w:rsidR="000C4913" w:rsidRPr="000C4913" w:rsidRDefault="000C4913" w:rsidP="000C4913">
      <w:pPr>
        <w:pStyle w:val="LetterText"/>
        <w:numPr>
          <w:ilvl w:val="0"/>
          <w:numId w:val="3"/>
        </w:numPr>
        <w:rPr>
          <w:lang w:val="nl-NL"/>
        </w:rPr>
      </w:pPr>
      <w:r w:rsidRPr="000C4913">
        <w:rPr>
          <w:lang w:val="nl-NL"/>
        </w:rPr>
        <w:t>Beeldmateriaal</w:t>
      </w:r>
    </w:p>
    <w:p w14:paraId="6E05FE01" w14:textId="13631C69" w:rsidR="000C4913" w:rsidRPr="000C4913" w:rsidRDefault="000C4913" w:rsidP="000C4913">
      <w:pPr>
        <w:pStyle w:val="LetterText"/>
        <w:numPr>
          <w:ilvl w:val="0"/>
          <w:numId w:val="3"/>
        </w:numPr>
        <w:rPr>
          <w:lang w:val="nl-NL"/>
        </w:rPr>
      </w:pPr>
      <w:proofErr w:type="gramStart"/>
      <w:r w:rsidRPr="000C4913">
        <w:rPr>
          <w:lang w:val="nl-NL"/>
        </w:rPr>
        <w:t>Projectinformatie</w:t>
      </w:r>
      <w:r>
        <w:rPr>
          <w:lang w:val="nl-NL"/>
        </w:rPr>
        <w:t xml:space="preserve"> </w:t>
      </w:r>
      <w:r w:rsidRPr="000C4913">
        <w:rPr>
          <w:lang w:val="nl-NL"/>
        </w:rPr>
        <w:t>/</w:t>
      </w:r>
      <w:proofErr w:type="gramEnd"/>
      <w:r w:rsidRPr="000C4913">
        <w:rPr>
          <w:lang w:val="nl-NL"/>
        </w:rPr>
        <w:t xml:space="preserve"> </w:t>
      </w:r>
      <w:proofErr w:type="spellStart"/>
      <w:r w:rsidRPr="000C4913">
        <w:rPr>
          <w:lang w:val="nl-NL"/>
        </w:rPr>
        <w:t>facts</w:t>
      </w:r>
      <w:proofErr w:type="spellEnd"/>
    </w:p>
    <w:p w14:paraId="76EE64C3" w14:textId="77777777" w:rsidR="000C4913" w:rsidRPr="000C4913" w:rsidRDefault="000C4913" w:rsidP="000C4913">
      <w:pPr>
        <w:pStyle w:val="LetterText"/>
        <w:numPr>
          <w:ilvl w:val="0"/>
          <w:numId w:val="3"/>
        </w:numPr>
        <w:rPr>
          <w:lang w:val="nl-NL"/>
        </w:rPr>
      </w:pPr>
      <w:r w:rsidRPr="000C4913">
        <w:rPr>
          <w:lang w:val="nl-NL"/>
        </w:rPr>
        <w:t>Sociale Media</w:t>
      </w:r>
    </w:p>
    <w:p w14:paraId="05FA38EC" w14:textId="1EC7FBD7" w:rsidR="000C4913" w:rsidRDefault="000C4913" w:rsidP="000C4913">
      <w:pPr>
        <w:pStyle w:val="LetterText"/>
        <w:numPr>
          <w:ilvl w:val="0"/>
          <w:numId w:val="4"/>
        </w:numPr>
        <w:rPr>
          <w:lang w:val="nl-NL"/>
        </w:rPr>
      </w:pPr>
      <w:r w:rsidRPr="000C4913">
        <w:rPr>
          <w:lang w:val="nl-NL"/>
        </w:rPr>
        <w:t>Overig</w:t>
      </w:r>
      <w:r w:rsidRPr="000C4913">
        <w:rPr>
          <w:lang w:val="nl-NL"/>
        </w:rPr>
        <w:br/>
      </w:r>
    </w:p>
    <w:p w14:paraId="3D023143" w14:textId="77777777" w:rsidR="000C4913" w:rsidRPr="000C4913" w:rsidRDefault="000C4913" w:rsidP="000C4913">
      <w:pPr>
        <w:pStyle w:val="LetterText"/>
        <w:rPr>
          <w:lang w:val="nl-NL"/>
        </w:rPr>
      </w:pPr>
    </w:p>
    <w:p w14:paraId="37FBD1DA" w14:textId="377BD4C7" w:rsidR="000C4913" w:rsidRPr="000C4913" w:rsidRDefault="000C4913" w:rsidP="000C4913">
      <w:pPr>
        <w:pStyle w:val="LetterText"/>
        <w:numPr>
          <w:ilvl w:val="0"/>
          <w:numId w:val="2"/>
        </w:numPr>
        <w:rPr>
          <w:rFonts w:asciiTheme="majorHAnsi" w:hAnsiTheme="majorHAnsi"/>
          <w:lang w:val="nl-NL"/>
        </w:rPr>
      </w:pPr>
      <w:r w:rsidRPr="000C4913">
        <w:rPr>
          <w:rFonts w:asciiTheme="majorHAnsi" w:hAnsiTheme="majorHAnsi"/>
          <w:lang w:val="nl-NL"/>
        </w:rPr>
        <w:t>EXTERNE VERZOEKEN</w:t>
      </w:r>
    </w:p>
    <w:p w14:paraId="52AE655F" w14:textId="77777777" w:rsidR="000C4913" w:rsidRPr="000C4913" w:rsidRDefault="000C4913" w:rsidP="000C4913">
      <w:pPr>
        <w:pStyle w:val="LetterText"/>
        <w:numPr>
          <w:ilvl w:val="0"/>
          <w:numId w:val="1"/>
        </w:numPr>
        <w:rPr>
          <w:lang w:val="nl-NL"/>
        </w:rPr>
      </w:pPr>
      <w:r w:rsidRPr="000C4913">
        <w:rPr>
          <w:lang w:val="nl-NL"/>
        </w:rPr>
        <w:t xml:space="preserve">Neem in geval van interviewverzoeken, contact op via email adres </w:t>
      </w:r>
      <w:hyperlink r:id="rId7" w:history="1">
        <w:r w:rsidRPr="000C4913">
          <w:rPr>
            <w:rStyle w:val="Hyperlink"/>
            <w:lang w:val="nl-NL"/>
          </w:rPr>
          <w:t>IconRealEstate@cffcommunications.nl</w:t>
        </w:r>
      </w:hyperlink>
      <w:r w:rsidRPr="000C4913">
        <w:rPr>
          <w:lang w:val="nl-NL"/>
        </w:rPr>
        <w:t xml:space="preserve">.  </w:t>
      </w:r>
    </w:p>
    <w:p w14:paraId="02CB5F7E" w14:textId="77777777" w:rsidR="006F12A3" w:rsidRPr="000C4913" w:rsidRDefault="006F12A3" w:rsidP="000C4913">
      <w:pPr>
        <w:pStyle w:val="LetterText"/>
        <w:rPr>
          <w:lang w:val="nl-NL"/>
        </w:rPr>
      </w:pPr>
    </w:p>
    <w:p w14:paraId="0037D36C" w14:textId="35A4EE9F" w:rsidR="000C4913" w:rsidRPr="000C4913" w:rsidRDefault="000C4913" w:rsidP="000C4913">
      <w:pPr>
        <w:pStyle w:val="LetterText"/>
        <w:numPr>
          <w:ilvl w:val="0"/>
          <w:numId w:val="2"/>
        </w:numPr>
        <w:rPr>
          <w:rFonts w:asciiTheme="majorHAnsi" w:hAnsiTheme="majorHAnsi"/>
          <w:lang w:val="nl-NL"/>
        </w:rPr>
      </w:pPr>
      <w:r w:rsidRPr="000C4913">
        <w:rPr>
          <w:rFonts w:asciiTheme="majorHAnsi" w:hAnsiTheme="majorHAnsi"/>
          <w:lang w:val="nl-NL"/>
        </w:rPr>
        <w:t>BESCHIKBARE MATERIALEN</w:t>
      </w:r>
    </w:p>
    <w:p w14:paraId="0E12D9B1" w14:textId="77777777" w:rsidR="000C4913" w:rsidRPr="000C4913" w:rsidRDefault="000C4913" w:rsidP="000C4913">
      <w:pPr>
        <w:pStyle w:val="LetterText"/>
        <w:rPr>
          <w:b/>
          <w:bCs/>
          <w:lang w:val="nl-NL"/>
        </w:rPr>
      </w:pPr>
      <w:r w:rsidRPr="000C4913">
        <w:rPr>
          <w:b/>
          <w:bCs/>
          <w:lang w:val="nl-NL"/>
        </w:rPr>
        <w:t xml:space="preserve">Beeldmateriaal </w:t>
      </w:r>
    </w:p>
    <w:p w14:paraId="0436068A" w14:textId="77777777" w:rsidR="000C4913" w:rsidRPr="000C4913" w:rsidRDefault="000C4913" w:rsidP="000C4913">
      <w:pPr>
        <w:pStyle w:val="LetterText"/>
        <w:numPr>
          <w:ilvl w:val="0"/>
          <w:numId w:val="1"/>
        </w:numPr>
        <w:rPr>
          <w:lang w:val="nl-NL"/>
        </w:rPr>
      </w:pPr>
      <w:r w:rsidRPr="000C4913">
        <w:rPr>
          <w:lang w:val="nl-NL"/>
        </w:rPr>
        <w:t xml:space="preserve">Om een consistente en correcte weergave van de ontwikkeling van Mahler 1 te waarborgen, is op de website van Mahler een map beschikbaar met beeldmateriaal. Deze beelden kunnen worden gedownload. Deze map wordt centraal geüpdatet zodat iedereen over de meest recente bestanden beschikt. </w:t>
      </w:r>
    </w:p>
    <w:p w14:paraId="27A58831" w14:textId="77777777" w:rsidR="000C4913" w:rsidRPr="000C4913" w:rsidRDefault="000C4913" w:rsidP="000C4913">
      <w:pPr>
        <w:pStyle w:val="LetterText"/>
        <w:numPr>
          <w:ilvl w:val="0"/>
          <w:numId w:val="1"/>
        </w:numPr>
        <w:rPr>
          <w:lang w:val="nl-NL"/>
        </w:rPr>
      </w:pPr>
      <w:r w:rsidRPr="000C4913">
        <w:rPr>
          <w:lang w:val="nl-NL"/>
        </w:rPr>
        <w:t xml:space="preserve">Bij gebruik van het beeldmateriaal moeten altijd de copyrights worden vermeld: ©Icon Real </w:t>
      </w:r>
      <w:proofErr w:type="spellStart"/>
      <w:r w:rsidRPr="000C4913">
        <w:rPr>
          <w:lang w:val="nl-NL"/>
        </w:rPr>
        <w:t>Estate</w:t>
      </w:r>
      <w:proofErr w:type="spellEnd"/>
      <w:r w:rsidRPr="000C4913">
        <w:rPr>
          <w:lang w:val="nl-NL"/>
        </w:rPr>
        <w:t>.</w:t>
      </w:r>
    </w:p>
    <w:p w14:paraId="14669226" w14:textId="77777777" w:rsidR="000C4913" w:rsidRPr="000C4913" w:rsidRDefault="000C4913" w:rsidP="000C4913">
      <w:pPr>
        <w:pStyle w:val="LetterText"/>
        <w:numPr>
          <w:ilvl w:val="0"/>
          <w:numId w:val="1"/>
        </w:numPr>
        <w:rPr>
          <w:lang w:val="nl-NL"/>
        </w:rPr>
      </w:pPr>
      <w:r w:rsidRPr="000C4913">
        <w:rPr>
          <w:lang w:val="nl-NL"/>
        </w:rPr>
        <w:t xml:space="preserve">Eigen fotografie en video-opnames op en van de bouwplaats zijn niet toegestaan. </w:t>
      </w:r>
      <w:r w:rsidRPr="000C4913">
        <w:rPr>
          <w:lang w:val="nl-NL"/>
        </w:rPr>
        <w:br/>
      </w:r>
    </w:p>
    <w:p w14:paraId="77727D48" w14:textId="77777777" w:rsidR="000C4913" w:rsidRDefault="000C4913">
      <w:pPr>
        <w:rPr>
          <w:b/>
          <w:bCs/>
          <w:lang w:val="nl-NL"/>
        </w:rPr>
      </w:pPr>
      <w:r>
        <w:rPr>
          <w:b/>
          <w:bCs/>
          <w:lang w:val="nl-NL"/>
        </w:rPr>
        <w:br w:type="page"/>
      </w:r>
    </w:p>
    <w:p w14:paraId="5BABE592" w14:textId="7E3D2A24" w:rsidR="000C4913" w:rsidRPr="000C4913" w:rsidRDefault="000C4913" w:rsidP="000C4913">
      <w:pPr>
        <w:pStyle w:val="LetterText"/>
        <w:rPr>
          <w:b/>
          <w:bCs/>
          <w:lang w:val="nl-NL"/>
        </w:rPr>
      </w:pPr>
      <w:r w:rsidRPr="000C4913">
        <w:rPr>
          <w:b/>
          <w:bCs/>
          <w:lang w:val="nl-NL"/>
        </w:rPr>
        <w:lastRenderedPageBreak/>
        <w:t>Projectinformatie</w:t>
      </w:r>
    </w:p>
    <w:p w14:paraId="6C930786" w14:textId="77777777" w:rsidR="000C4913" w:rsidRPr="000C4913" w:rsidRDefault="000C4913" w:rsidP="000C4913">
      <w:pPr>
        <w:pStyle w:val="LetterText"/>
        <w:rPr>
          <w:lang w:val="nl-NL"/>
        </w:rPr>
      </w:pPr>
      <w:r w:rsidRPr="000C4913">
        <w:rPr>
          <w:u w:val="single"/>
          <w:lang w:val="nl-NL"/>
        </w:rPr>
        <w:t xml:space="preserve">Over Mahler 1 </w:t>
      </w:r>
    </w:p>
    <w:p w14:paraId="62B27F43" w14:textId="0B869201" w:rsidR="000C4913" w:rsidRPr="000C4913" w:rsidRDefault="000C4913" w:rsidP="000C4913">
      <w:pPr>
        <w:pStyle w:val="LetterText"/>
        <w:rPr>
          <w:lang w:val="nl-NL"/>
        </w:rPr>
      </w:pPr>
      <w:r w:rsidRPr="000C4913">
        <w:rPr>
          <w:lang w:val="nl-NL"/>
        </w:rPr>
        <w:t xml:space="preserve">Mahler 1 wordt een multifunctioneel, duurzaam kantoorgebouw met openbare voorzieningen. Het gebouw staat straks in het hart van de </w:t>
      </w:r>
      <w:proofErr w:type="spellStart"/>
      <w:r w:rsidRPr="000C4913">
        <w:rPr>
          <w:lang w:val="nl-NL"/>
        </w:rPr>
        <w:t>Zuidas</w:t>
      </w:r>
      <w:proofErr w:type="spellEnd"/>
      <w:r w:rsidRPr="000C4913">
        <w:rPr>
          <w:lang w:val="nl-NL"/>
        </w:rPr>
        <w:t xml:space="preserve"> langs de oostzijde van het Gustav Mahlerplein en heeft een innovatief en duurzaam ontwerp. </w:t>
      </w:r>
    </w:p>
    <w:p w14:paraId="61EB4170" w14:textId="449BEBA2" w:rsidR="000C4913" w:rsidRPr="000C4913" w:rsidRDefault="000C4913" w:rsidP="000C4913">
      <w:pPr>
        <w:pStyle w:val="LetterText"/>
        <w:rPr>
          <w:lang w:val="nl-NL"/>
        </w:rPr>
      </w:pPr>
      <w:r w:rsidRPr="000C4913">
        <w:rPr>
          <w:lang w:val="nl-NL"/>
        </w:rPr>
        <w:t>De een unieke golvende gevel met verspringende terrassen biedt ruimte voor een rijke mix van groen, wat bijdraagt aan een rijke biodiversiteit. De begane grond wordt een levendige ontmoetingsplek met ruimte voor diverse activiteiten, openbare evenementen en lokale initiatieven, om interactie te bevorderen. Meerdere ingangen, een openbare lobby en een plein met trapzitjes versterken de verbinding met de buurt. Mahler 1 zet in op duurzaamheid met gedeelde mobiliteitsoplossingen, het gebruik van CO</w:t>
      </w:r>
      <w:r w:rsidRPr="000C4913">
        <w:rPr>
          <w:vertAlign w:val="superscript"/>
          <w:lang w:val="nl-NL"/>
        </w:rPr>
        <w:t>2</w:t>
      </w:r>
      <w:r w:rsidRPr="000C4913">
        <w:rPr>
          <w:lang w:val="nl-NL"/>
        </w:rPr>
        <w:t>-arme materialen, 3.200 m</w:t>
      </w:r>
      <w:r w:rsidRPr="000C4913">
        <w:rPr>
          <w:vertAlign w:val="superscript"/>
          <w:lang w:val="nl-NL"/>
        </w:rPr>
        <w:t>2</w:t>
      </w:r>
      <w:r w:rsidRPr="000C4913">
        <w:rPr>
          <w:lang w:val="nl-NL"/>
        </w:rPr>
        <w:t xml:space="preserve"> aan zonnepanelen en geavanceerde systemen voor wateropslag en het verminderen van hittestress. De bouw start in de zomer van 2025 en de oplevering staat gepland in de tweede helft van 2027.</w:t>
      </w:r>
    </w:p>
    <w:p w14:paraId="6D449173" w14:textId="23CC8583" w:rsidR="000C4913" w:rsidRDefault="000C4913" w:rsidP="000C4913">
      <w:pPr>
        <w:pStyle w:val="LetterText"/>
        <w:rPr>
          <w:lang w:val="nl-NL"/>
        </w:rPr>
      </w:pPr>
      <w:r w:rsidRPr="000C4913">
        <w:rPr>
          <w:lang w:val="nl-NL"/>
        </w:rPr>
        <w:t xml:space="preserve">Mahler 1 is een project van Icon Real </w:t>
      </w:r>
      <w:proofErr w:type="spellStart"/>
      <w:r w:rsidRPr="000C4913">
        <w:rPr>
          <w:lang w:val="nl-NL"/>
        </w:rPr>
        <w:t>Estate</w:t>
      </w:r>
      <w:proofErr w:type="spellEnd"/>
      <w:r w:rsidRPr="000C4913">
        <w:rPr>
          <w:lang w:val="nl-NL"/>
        </w:rPr>
        <w:t xml:space="preserve">, onderdeel van </w:t>
      </w:r>
      <w:proofErr w:type="spellStart"/>
      <w:r w:rsidRPr="000C4913">
        <w:rPr>
          <w:lang w:val="nl-NL"/>
        </w:rPr>
        <w:t>Victory</w:t>
      </w:r>
      <w:proofErr w:type="spellEnd"/>
      <w:r w:rsidRPr="000C4913">
        <w:rPr>
          <w:lang w:val="nl-NL"/>
        </w:rPr>
        <w:t xml:space="preserve"> Group, en is een samenwerking met ontwikkelaar LMTD, architectenbureau 3XN GXN, en Erik </w:t>
      </w:r>
      <w:proofErr w:type="spellStart"/>
      <w:r w:rsidRPr="000C4913">
        <w:rPr>
          <w:lang w:val="nl-NL"/>
        </w:rPr>
        <w:t>Dhont</w:t>
      </w:r>
      <w:proofErr w:type="spellEnd"/>
      <w:r w:rsidRPr="000C4913">
        <w:rPr>
          <w:lang w:val="nl-NL"/>
        </w:rPr>
        <w:t xml:space="preserve"> Landscape </w:t>
      </w:r>
      <w:proofErr w:type="spellStart"/>
      <w:r w:rsidRPr="000C4913">
        <w:rPr>
          <w:lang w:val="nl-NL"/>
        </w:rPr>
        <w:t>Architects</w:t>
      </w:r>
      <w:proofErr w:type="spellEnd"/>
      <w:r w:rsidRPr="000C4913">
        <w:rPr>
          <w:lang w:val="nl-NL"/>
        </w:rPr>
        <w:t xml:space="preserve">. </w:t>
      </w:r>
    </w:p>
    <w:p w14:paraId="1776A8BF" w14:textId="77777777" w:rsidR="006F12A3" w:rsidRPr="000C4913" w:rsidRDefault="006F12A3" w:rsidP="000C4913">
      <w:pPr>
        <w:pStyle w:val="LetterText"/>
        <w:rPr>
          <w:lang w:val="nl-NL"/>
        </w:rPr>
      </w:pPr>
    </w:p>
    <w:p w14:paraId="7A8CE348" w14:textId="77777777" w:rsidR="000C4913" w:rsidRPr="000C4913" w:rsidRDefault="000C4913" w:rsidP="000C4913">
      <w:pPr>
        <w:pStyle w:val="LetterText"/>
        <w:rPr>
          <w:b/>
          <w:bCs/>
          <w:lang w:val="nl-NL"/>
        </w:rPr>
      </w:pPr>
      <w:proofErr w:type="spellStart"/>
      <w:r w:rsidRPr="000C4913">
        <w:rPr>
          <w:b/>
          <w:bCs/>
          <w:lang w:val="nl-NL"/>
        </w:rPr>
        <w:t>Facts</w:t>
      </w:r>
      <w:proofErr w:type="spellEnd"/>
    </w:p>
    <w:p w14:paraId="09F840C3" w14:textId="2DBA597A" w:rsidR="000C4913" w:rsidRPr="000C4913" w:rsidRDefault="000C4913" w:rsidP="000C4913">
      <w:pPr>
        <w:pStyle w:val="LetterText"/>
        <w:rPr>
          <w:lang w:val="nl-NL"/>
        </w:rPr>
      </w:pPr>
      <w:r w:rsidRPr="000C4913">
        <w:rPr>
          <w:b/>
          <w:bCs/>
          <w:lang w:val="nl-NL"/>
        </w:rPr>
        <w:t>Eigenaar:</w:t>
      </w:r>
      <w:r w:rsidRPr="000C4913">
        <w:rPr>
          <w:lang w:val="nl-NL"/>
        </w:rPr>
        <w:t xml:space="preserve"> Icon Real </w:t>
      </w:r>
      <w:proofErr w:type="spellStart"/>
      <w:r w:rsidRPr="000C4913">
        <w:rPr>
          <w:lang w:val="nl-NL"/>
        </w:rPr>
        <w:t>Estate</w:t>
      </w:r>
      <w:proofErr w:type="spellEnd"/>
      <w:r w:rsidRPr="000C4913">
        <w:rPr>
          <w:lang w:val="nl-NL"/>
        </w:rPr>
        <w:t xml:space="preserve">, onderdeel van </w:t>
      </w:r>
      <w:proofErr w:type="spellStart"/>
      <w:r w:rsidRPr="000C4913">
        <w:rPr>
          <w:lang w:val="nl-NL"/>
        </w:rPr>
        <w:t>Victory</w:t>
      </w:r>
      <w:proofErr w:type="spellEnd"/>
      <w:r w:rsidRPr="000C4913">
        <w:rPr>
          <w:lang w:val="nl-NL"/>
        </w:rPr>
        <w:t xml:space="preserve"> Group</w:t>
      </w:r>
    </w:p>
    <w:p w14:paraId="13D93935" w14:textId="61077A3B" w:rsidR="000C4913" w:rsidRPr="000C4913" w:rsidRDefault="000C4913" w:rsidP="000C4913">
      <w:pPr>
        <w:pStyle w:val="LetterText"/>
        <w:rPr>
          <w:lang w:val="nl-NL"/>
        </w:rPr>
      </w:pPr>
      <w:r w:rsidRPr="000C4913">
        <w:rPr>
          <w:b/>
          <w:bCs/>
          <w:lang w:val="nl-NL"/>
        </w:rPr>
        <w:t>Ontwikkelaar:</w:t>
      </w:r>
      <w:r>
        <w:rPr>
          <w:lang w:val="nl-NL"/>
        </w:rPr>
        <w:tab/>
      </w:r>
      <w:r w:rsidRPr="000C4913">
        <w:rPr>
          <w:lang w:val="nl-NL"/>
        </w:rPr>
        <w:t>LMTD</w:t>
      </w:r>
    </w:p>
    <w:p w14:paraId="0F745ADB" w14:textId="65885695" w:rsidR="000C4913" w:rsidRPr="000C4913" w:rsidRDefault="000C4913" w:rsidP="000C4913">
      <w:pPr>
        <w:pStyle w:val="LetterText"/>
        <w:rPr>
          <w:lang w:val="nl-NL"/>
        </w:rPr>
      </w:pPr>
      <w:r w:rsidRPr="000C4913">
        <w:rPr>
          <w:b/>
          <w:bCs/>
          <w:lang w:val="nl-NL"/>
        </w:rPr>
        <w:t>Architect:</w:t>
      </w:r>
      <w:r w:rsidRPr="000C4913">
        <w:rPr>
          <w:lang w:val="nl-NL"/>
        </w:rPr>
        <w:t xml:space="preserve"> 3XN GXN</w:t>
      </w:r>
    </w:p>
    <w:p w14:paraId="7DCE4AA9" w14:textId="77777777" w:rsidR="000C4913" w:rsidRPr="000C4913" w:rsidRDefault="000C4913" w:rsidP="000C4913">
      <w:pPr>
        <w:pStyle w:val="LetterText"/>
        <w:rPr>
          <w:lang w:val="nl-NL"/>
        </w:rPr>
      </w:pPr>
      <w:r w:rsidRPr="000C4913">
        <w:rPr>
          <w:b/>
          <w:bCs/>
          <w:lang w:val="nl-NL"/>
        </w:rPr>
        <w:t>Landschapsarchitect:</w:t>
      </w:r>
      <w:r w:rsidRPr="000C4913">
        <w:rPr>
          <w:lang w:val="nl-NL"/>
        </w:rPr>
        <w:t xml:space="preserve"> Erik </w:t>
      </w:r>
      <w:proofErr w:type="spellStart"/>
      <w:r w:rsidRPr="000C4913">
        <w:rPr>
          <w:lang w:val="nl-NL"/>
        </w:rPr>
        <w:t>Dhont</w:t>
      </w:r>
      <w:proofErr w:type="spellEnd"/>
      <w:r w:rsidRPr="000C4913">
        <w:rPr>
          <w:lang w:val="nl-NL"/>
        </w:rPr>
        <w:t xml:space="preserve"> Landscape </w:t>
      </w:r>
      <w:proofErr w:type="spellStart"/>
      <w:r w:rsidRPr="000C4913">
        <w:rPr>
          <w:lang w:val="nl-NL"/>
        </w:rPr>
        <w:t>Architects</w:t>
      </w:r>
      <w:proofErr w:type="spellEnd"/>
    </w:p>
    <w:p w14:paraId="6E13440E" w14:textId="39C0944D" w:rsidR="000C4913" w:rsidRPr="000C4913" w:rsidRDefault="000C4913" w:rsidP="000C4913">
      <w:pPr>
        <w:pStyle w:val="LetterText"/>
        <w:rPr>
          <w:lang w:val="nl-NL"/>
        </w:rPr>
      </w:pPr>
      <w:r w:rsidRPr="000C4913">
        <w:rPr>
          <w:b/>
          <w:bCs/>
          <w:lang w:val="nl-NL"/>
        </w:rPr>
        <w:t>Omvang:</w:t>
      </w:r>
      <w:r w:rsidRPr="000C4913">
        <w:rPr>
          <w:lang w:val="nl-NL"/>
        </w:rPr>
        <w:t xml:space="preserve"> ca. 25.500 m² B.V.O.</w:t>
      </w:r>
    </w:p>
    <w:p w14:paraId="7426C74B" w14:textId="2C061921" w:rsidR="000C4913" w:rsidRPr="000C4913" w:rsidRDefault="000C4913" w:rsidP="000C4913">
      <w:pPr>
        <w:pStyle w:val="LetterText"/>
        <w:rPr>
          <w:lang w:val="nl-NL"/>
        </w:rPr>
      </w:pPr>
      <w:r w:rsidRPr="000C4913">
        <w:rPr>
          <w:b/>
          <w:bCs/>
          <w:lang w:val="nl-NL"/>
        </w:rPr>
        <w:t>Hoogte:</w:t>
      </w:r>
      <w:r w:rsidRPr="000C4913">
        <w:rPr>
          <w:lang w:val="nl-NL"/>
        </w:rPr>
        <w:t xml:space="preserve"> 15 verdiepingen</w:t>
      </w:r>
    </w:p>
    <w:p w14:paraId="0EB86BFB" w14:textId="48554C9E" w:rsidR="000C4913" w:rsidRPr="000C4913" w:rsidRDefault="000C4913" w:rsidP="000C4913">
      <w:pPr>
        <w:pStyle w:val="LetterText"/>
        <w:rPr>
          <w:lang w:val="nl-NL"/>
        </w:rPr>
      </w:pPr>
      <w:r w:rsidRPr="000C4913">
        <w:rPr>
          <w:b/>
          <w:bCs/>
          <w:lang w:val="nl-NL"/>
        </w:rPr>
        <w:t>Kantoor:</w:t>
      </w:r>
      <w:r w:rsidR="00C30E17" w:rsidRPr="000C4913">
        <w:rPr>
          <w:lang w:val="nl-NL"/>
        </w:rPr>
        <w:t xml:space="preserve"> </w:t>
      </w:r>
      <w:r w:rsidRPr="000C4913">
        <w:rPr>
          <w:lang w:val="nl-NL"/>
        </w:rPr>
        <w:t>24.000 m</w:t>
      </w:r>
      <w:r w:rsidRPr="000C4913">
        <w:rPr>
          <w:vertAlign w:val="superscript"/>
          <w:lang w:val="nl-NL"/>
        </w:rPr>
        <w:t>2</w:t>
      </w:r>
      <w:r w:rsidRPr="000C4913">
        <w:rPr>
          <w:lang w:val="nl-NL"/>
        </w:rPr>
        <w:t xml:space="preserve"> B.V.O.</w:t>
      </w:r>
    </w:p>
    <w:p w14:paraId="541326AB" w14:textId="0B691AED" w:rsidR="000C4913" w:rsidRPr="000C4913" w:rsidRDefault="000C4913" w:rsidP="000C4913">
      <w:pPr>
        <w:pStyle w:val="LetterText"/>
        <w:rPr>
          <w:lang w:val="nl-NL"/>
        </w:rPr>
      </w:pPr>
      <w:r w:rsidRPr="000C4913">
        <w:rPr>
          <w:b/>
          <w:bCs/>
          <w:lang w:val="nl-NL"/>
        </w:rPr>
        <w:t>Voorzieningen:</w:t>
      </w:r>
      <w:r w:rsidRPr="000C4913">
        <w:rPr>
          <w:lang w:val="nl-NL"/>
        </w:rPr>
        <w:t xml:space="preserve"> 1.500 m</w:t>
      </w:r>
      <w:r w:rsidRPr="000C4913">
        <w:rPr>
          <w:vertAlign w:val="superscript"/>
          <w:lang w:val="nl-NL"/>
        </w:rPr>
        <w:t>2</w:t>
      </w:r>
      <w:r w:rsidRPr="000C4913">
        <w:rPr>
          <w:lang w:val="nl-NL"/>
        </w:rPr>
        <w:t xml:space="preserve"> B.V.O. </w:t>
      </w:r>
    </w:p>
    <w:p w14:paraId="7DBF4795" w14:textId="1718231F" w:rsidR="000C4913" w:rsidRPr="000C4913" w:rsidRDefault="000C4913" w:rsidP="000C4913">
      <w:pPr>
        <w:pStyle w:val="LetterText"/>
        <w:rPr>
          <w:lang w:val="nl-NL"/>
        </w:rPr>
      </w:pPr>
      <w:r w:rsidRPr="000C4913">
        <w:rPr>
          <w:b/>
          <w:bCs/>
          <w:lang w:val="nl-NL"/>
        </w:rPr>
        <w:t xml:space="preserve">Duurzaamheidsambities: </w:t>
      </w:r>
      <w:r w:rsidRPr="000C4913">
        <w:rPr>
          <w:lang w:val="nl-NL"/>
        </w:rPr>
        <w:t xml:space="preserve">BREEAM Excellent- en WELL </w:t>
      </w:r>
      <w:proofErr w:type="spellStart"/>
      <w:r w:rsidRPr="000C4913">
        <w:rPr>
          <w:lang w:val="nl-NL"/>
        </w:rPr>
        <w:t>Core</w:t>
      </w:r>
      <w:proofErr w:type="spellEnd"/>
      <w:r w:rsidRPr="000C4913">
        <w:rPr>
          <w:lang w:val="nl-NL"/>
        </w:rPr>
        <w:t xml:space="preserve"> Gold-certificatie </w:t>
      </w:r>
      <w:r w:rsidRPr="000C4913">
        <w:rPr>
          <w:lang w:val="nl-NL"/>
        </w:rPr>
        <w:br/>
      </w:r>
      <w:r>
        <w:rPr>
          <w:lang w:val="nl-NL"/>
        </w:rPr>
        <w:br/>
      </w:r>
      <w:r w:rsidRPr="000C4913">
        <w:rPr>
          <w:b/>
          <w:bCs/>
          <w:lang w:val="nl-NL"/>
        </w:rPr>
        <w:t>Geplande oplevering:</w:t>
      </w:r>
      <w:r w:rsidRPr="000C4913">
        <w:rPr>
          <w:lang w:val="nl-NL"/>
        </w:rPr>
        <w:t>H2 2027</w:t>
      </w:r>
    </w:p>
    <w:p w14:paraId="2E2A1AB0" w14:textId="77777777" w:rsidR="000C4913" w:rsidRPr="000C4913" w:rsidRDefault="000C4913" w:rsidP="000C4913">
      <w:pPr>
        <w:pStyle w:val="LetterText"/>
        <w:rPr>
          <w:lang w:val="nl-NL"/>
        </w:rPr>
      </w:pPr>
    </w:p>
    <w:p w14:paraId="77EE48D6" w14:textId="0B6D20D9" w:rsidR="000C4913" w:rsidRDefault="000C4913" w:rsidP="000C4913">
      <w:pPr>
        <w:pStyle w:val="LetterText"/>
        <w:rPr>
          <w:lang w:val="nl-NL"/>
        </w:rPr>
      </w:pPr>
      <w:proofErr w:type="spellStart"/>
      <w:r w:rsidRPr="000C4913">
        <w:rPr>
          <w:b/>
          <w:bCs/>
          <w:lang w:val="nl-NL"/>
        </w:rPr>
        <w:t>Social</w:t>
      </w:r>
      <w:proofErr w:type="spellEnd"/>
      <w:r w:rsidRPr="000C4913">
        <w:rPr>
          <w:b/>
          <w:bCs/>
          <w:lang w:val="nl-NL"/>
        </w:rPr>
        <w:t xml:space="preserve"> Media</w:t>
      </w:r>
      <w:r w:rsidRPr="000C4913">
        <w:rPr>
          <w:lang w:val="nl-NL"/>
        </w:rPr>
        <w:t xml:space="preserve"> </w:t>
      </w:r>
      <w:r w:rsidRPr="000C4913">
        <w:rPr>
          <w:lang w:val="nl-NL"/>
        </w:rPr>
        <w:br/>
      </w:r>
      <w:r w:rsidRPr="000C4913">
        <w:rPr>
          <w:lang w:val="nl-NL"/>
        </w:rPr>
        <w:br/>
      </w:r>
      <w:r w:rsidRPr="000C4913">
        <w:rPr>
          <w:u w:val="single"/>
          <w:lang w:val="nl-NL"/>
        </w:rPr>
        <w:t xml:space="preserve">Tags </w:t>
      </w:r>
      <w:proofErr w:type="spellStart"/>
      <w:r w:rsidRPr="000C4913">
        <w:rPr>
          <w:u w:val="single"/>
          <w:lang w:val="nl-NL"/>
        </w:rPr>
        <w:t>for</w:t>
      </w:r>
      <w:proofErr w:type="spellEnd"/>
      <w:r w:rsidRPr="000C4913">
        <w:rPr>
          <w:u w:val="single"/>
          <w:lang w:val="nl-NL"/>
        </w:rPr>
        <w:t xml:space="preserve"> </w:t>
      </w:r>
      <w:proofErr w:type="spellStart"/>
      <w:r w:rsidRPr="000C4913">
        <w:rPr>
          <w:u w:val="single"/>
          <w:lang w:val="nl-NL"/>
        </w:rPr>
        <w:t>Linkedin</w:t>
      </w:r>
      <w:proofErr w:type="spellEnd"/>
      <w:r w:rsidRPr="000C4913">
        <w:rPr>
          <w:u w:val="single"/>
          <w:lang w:val="nl-NL"/>
        </w:rPr>
        <w:t>:</w:t>
      </w:r>
    </w:p>
    <w:p w14:paraId="39B845C8" w14:textId="77777777" w:rsidR="00C30E17" w:rsidRPr="00C30E17" w:rsidRDefault="000C4913" w:rsidP="00C30E17">
      <w:pPr>
        <w:pStyle w:val="LetterText"/>
        <w:numPr>
          <w:ilvl w:val="0"/>
          <w:numId w:val="10"/>
        </w:numPr>
        <w:rPr>
          <w:u w:val="single"/>
          <w:lang w:val="nl-NL"/>
        </w:rPr>
      </w:pPr>
      <w:hyperlink r:id="rId8" w:history="1">
        <w:r w:rsidRPr="000C4913">
          <w:rPr>
            <w:rStyle w:val="Hyperlink"/>
            <w:lang w:val="nl-NL"/>
          </w:rPr>
          <w:t>Mahler 1</w:t>
        </w:r>
      </w:hyperlink>
      <w:r w:rsidRPr="000C4913">
        <w:rPr>
          <w:lang w:val="nl-NL"/>
        </w:rPr>
        <w:t xml:space="preserve"> </w:t>
      </w:r>
    </w:p>
    <w:p w14:paraId="139FD749" w14:textId="77777777" w:rsidR="00C30E17" w:rsidRPr="00C30E17" w:rsidRDefault="000C4913" w:rsidP="00C30E17">
      <w:pPr>
        <w:pStyle w:val="LetterText"/>
        <w:numPr>
          <w:ilvl w:val="0"/>
          <w:numId w:val="10"/>
        </w:numPr>
        <w:rPr>
          <w:u w:val="single"/>
          <w:lang w:val="nl-NL"/>
        </w:rPr>
      </w:pPr>
      <w:hyperlink r:id="rId9" w:history="1">
        <w:proofErr w:type="spellStart"/>
        <w:r w:rsidRPr="000C4913">
          <w:rPr>
            <w:rStyle w:val="Hyperlink"/>
            <w:lang w:val="nl-NL"/>
          </w:rPr>
          <w:t>Victory</w:t>
        </w:r>
        <w:proofErr w:type="spellEnd"/>
        <w:r w:rsidRPr="000C4913">
          <w:rPr>
            <w:rStyle w:val="Hyperlink"/>
            <w:lang w:val="nl-NL"/>
          </w:rPr>
          <w:t xml:space="preserve"> Group</w:t>
        </w:r>
      </w:hyperlink>
    </w:p>
    <w:p w14:paraId="13E36C8F" w14:textId="77777777" w:rsidR="00C30E17" w:rsidRPr="00C30E17" w:rsidRDefault="000C4913" w:rsidP="00C30E17">
      <w:pPr>
        <w:pStyle w:val="LetterText"/>
        <w:numPr>
          <w:ilvl w:val="0"/>
          <w:numId w:val="10"/>
        </w:numPr>
        <w:rPr>
          <w:u w:val="single"/>
          <w:lang w:val="nl-NL"/>
        </w:rPr>
      </w:pPr>
      <w:hyperlink r:id="rId10" w:history="1">
        <w:r w:rsidRPr="000C4913">
          <w:rPr>
            <w:rStyle w:val="Hyperlink"/>
            <w:lang w:val="nl-NL"/>
          </w:rPr>
          <w:t>LMTD</w:t>
        </w:r>
      </w:hyperlink>
    </w:p>
    <w:p w14:paraId="59C6FB31" w14:textId="77777777" w:rsidR="00C30E17" w:rsidRPr="00C30E17" w:rsidRDefault="000C4913" w:rsidP="00C30E17">
      <w:pPr>
        <w:pStyle w:val="LetterText"/>
        <w:numPr>
          <w:ilvl w:val="0"/>
          <w:numId w:val="10"/>
        </w:numPr>
        <w:rPr>
          <w:u w:val="single"/>
          <w:lang w:val="nl-NL"/>
        </w:rPr>
      </w:pPr>
      <w:hyperlink r:id="rId11" w:history="1">
        <w:r w:rsidRPr="000C4913">
          <w:rPr>
            <w:rStyle w:val="Hyperlink"/>
            <w:lang w:val="nl-NL"/>
          </w:rPr>
          <w:t>3XN GXN</w:t>
        </w:r>
      </w:hyperlink>
    </w:p>
    <w:p w14:paraId="4988149C" w14:textId="419F7B9D" w:rsidR="000C4913" w:rsidRDefault="000C4913" w:rsidP="00C30E17">
      <w:pPr>
        <w:pStyle w:val="LetterText"/>
        <w:numPr>
          <w:ilvl w:val="0"/>
          <w:numId w:val="10"/>
        </w:numPr>
        <w:rPr>
          <w:u w:val="single"/>
          <w:lang w:val="nl-NL"/>
        </w:rPr>
      </w:pPr>
      <w:hyperlink r:id="rId12" w:history="1">
        <w:r w:rsidRPr="000C4913">
          <w:rPr>
            <w:rStyle w:val="Hyperlink"/>
            <w:lang w:val="nl-NL"/>
          </w:rPr>
          <w:t xml:space="preserve">Erik </w:t>
        </w:r>
        <w:proofErr w:type="spellStart"/>
        <w:r w:rsidRPr="000C4913">
          <w:rPr>
            <w:rStyle w:val="Hyperlink"/>
            <w:lang w:val="nl-NL"/>
          </w:rPr>
          <w:t>Dhont</w:t>
        </w:r>
        <w:proofErr w:type="spellEnd"/>
        <w:r w:rsidRPr="000C4913">
          <w:rPr>
            <w:rStyle w:val="Hyperlink"/>
            <w:lang w:val="nl-NL"/>
          </w:rPr>
          <w:t xml:space="preserve"> Landscape </w:t>
        </w:r>
        <w:proofErr w:type="spellStart"/>
        <w:r w:rsidRPr="000C4913">
          <w:rPr>
            <w:rStyle w:val="Hyperlink"/>
            <w:lang w:val="nl-NL"/>
          </w:rPr>
          <w:t>Architects</w:t>
        </w:r>
        <w:proofErr w:type="spellEnd"/>
      </w:hyperlink>
      <w:r w:rsidRPr="000C4913">
        <w:rPr>
          <w:lang w:val="nl-NL"/>
        </w:rPr>
        <w:t>.</w:t>
      </w:r>
      <w:r w:rsidRPr="000C4913">
        <w:rPr>
          <w:lang w:val="nl-NL"/>
        </w:rPr>
        <w:br/>
      </w:r>
    </w:p>
    <w:p w14:paraId="1E64563D" w14:textId="77777777" w:rsidR="000C4913" w:rsidRDefault="000C4913" w:rsidP="000C4913">
      <w:pPr>
        <w:pStyle w:val="LetterText"/>
        <w:rPr>
          <w:lang w:val="nl-NL"/>
        </w:rPr>
      </w:pPr>
      <w:proofErr w:type="spellStart"/>
      <w:r w:rsidRPr="000C4913">
        <w:rPr>
          <w:u w:val="single"/>
          <w:lang w:val="nl-NL"/>
        </w:rPr>
        <w:t>Boilerplate</w:t>
      </w:r>
      <w:proofErr w:type="spellEnd"/>
      <w:r w:rsidRPr="000C4913">
        <w:rPr>
          <w:u w:val="single"/>
          <w:lang w:val="nl-NL"/>
        </w:rPr>
        <w:t xml:space="preserve"> voor </w:t>
      </w:r>
      <w:proofErr w:type="spellStart"/>
      <w:r w:rsidRPr="000C4913">
        <w:rPr>
          <w:u w:val="single"/>
          <w:lang w:val="nl-NL"/>
        </w:rPr>
        <w:t>social</w:t>
      </w:r>
      <w:proofErr w:type="spellEnd"/>
      <w:r w:rsidRPr="000C4913">
        <w:rPr>
          <w:u w:val="single"/>
          <w:lang w:val="nl-NL"/>
        </w:rPr>
        <w:t xml:space="preserve"> media berichten:</w:t>
      </w:r>
      <w:r>
        <w:rPr>
          <w:u w:val="single"/>
          <w:lang w:val="nl-NL"/>
        </w:rPr>
        <w:br/>
      </w:r>
      <w:r w:rsidRPr="000C4913">
        <w:rPr>
          <w:lang w:val="nl-NL"/>
        </w:rPr>
        <w:br/>
      </w:r>
      <w:r w:rsidRPr="000C4913">
        <w:rPr>
          <w:lang w:val="nl-NL"/>
        </w:rPr>
        <w:fldChar w:fldCharType="begin"/>
      </w:r>
      <w:r w:rsidRPr="000C4913">
        <w:rPr>
          <w:lang w:val="nl-NL"/>
        </w:rPr>
        <w:instrText>HYPERLINK "https://www.linkedin.com/in/mahler-1-7a045034b/"</w:instrText>
      </w:r>
      <w:r w:rsidRPr="000C4913">
        <w:rPr>
          <w:lang w:val="nl-NL"/>
        </w:rPr>
      </w:r>
      <w:r w:rsidRPr="000C4913">
        <w:rPr>
          <w:lang w:val="nl-NL"/>
        </w:rPr>
        <w:fldChar w:fldCharType="separate"/>
      </w:r>
      <w:r w:rsidRPr="000C4913">
        <w:rPr>
          <w:rStyle w:val="Hyperlink"/>
          <w:lang w:val="nl-NL"/>
        </w:rPr>
        <w:t>Mahler 1</w:t>
      </w:r>
      <w:r w:rsidRPr="000C4913">
        <w:fldChar w:fldCharType="end"/>
      </w:r>
      <w:r w:rsidRPr="000C4913">
        <w:rPr>
          <w:lang w:val="nl-NL"/>
        </w:rPr>
        <w:t xml:space="preserve"> is een project van Icon Real </w:t>
      </w:r>
      <w:proofErr w:type="spellStart"/>
      <w:r w:rsidRPr="000C4913">
        <w:rPr>
          <w:lang w:val="nl-NL"/>
        </w:rPr>
        <w:t>Estate</w:t>
      </w:r>
      <w:proofErr w:type="spellEnd"/>
      <w:r w:rsidRPr="000C4913">
        <w:rPr>
          <w:lang w:val="nl-NL"/>
        </w:rPr>
        <w:t xml:space="preserve">, onderdeel van </w:t>
      </w:r>
      <w:hyperlink r:id="rId13" w:history="1">
        <w:r w:rsidRPr="000C4913">
          <w:rPr>
            <w:rStyle w:val="Hyperlink"/>
            <w:lang w:val="nl-NL"/>
          </w:rPr>
          <w:t>Victory Group</w:t>
        </w:r>
      </w:hyperlink>
      <w:r w:rsidRPr="000C4913">
        <w:rPr>
          <w:lang w:val="nl-NL"/>
        </w:rPr>
        <w:t xml:space="preserve">, in samenwerking met ontwikkelaar </w:t>
      </w:r>
      <w:hyperlink r:id="rId14" w:history="1">
        <w:r w:rsidRPr="000C4913">
          <w:rPr>
            <w:rStyle w:val="Hyperlink"/>
            <w:lang w:val="nl-NL"/>
          </w:rPr>
          <w:t>LMTD</w:t>
        </w:r>
      </w:hyperlink>
      <w:r w:rsidRPr="000C4913">
        <w:rPr>
          <w:lang w:val="nl-NL"/>
        </w:rPr>
        <w:t xml:space="preserve">, architectenbureau </w:t>
      </w:r>
      <w:hyperlink r:id="rId15" w:history="1">
        <w:r w:rsidRPr="000C4913">
          <w:rPr>
            <w:rStyle w:val="Hyperlink"/>
            <w:lang w:val="nl-NL"/>
          </w:rPr>
          <w:t>3XN GXN</w:t>
        </w:r>
      </w:hyperlink>
      <w:r w:rsidRPr="000C4913">
        <w:rPr>
          <w:lang w:val="nl-NL"/>
        </w:rPr>
        <w:t xml:space="preserve">, en </w:t>
      </w:r>
      <w:hyperlink r:id="rId16" w:history="1">
        <w:r w:rsidRPr="000C4913">
          <w:rPr>
            <w:rStyle w:val="Hyperlink"/>
            <w:lang w:val="nl-NL"/>
          </w:rPr>
          <w:t>Erik Dhont Landscape Architects</w:t>
        </w:r>
      </w:hyperlink>
      <w:r w:rsidRPr="000C4913">
        <w:rPr>
          <w:lang w:val="nl-NL"/>
        </w:rPr>
        <w:t>.</w:t>
      </w:r>
      <w:r w:rsidRPr="000C4913">
        <w:rPr>
          <w:lang w:val="nl-NL"/>
        </w:rPr>
        <w:br/>
      </w:r>
    </w:p>
    <w:p w14:paraId="02692244" w14:textId="0915A4EA" w:rsidR="000C4913" w:rsidRPr="000C4913" w:rsidRDefault="000C4913" w:rsidP="000C4913">
      <w:pPr>
        <w:pStyle w:val="LetterText"/>
        <w:rPr>
          <w:u w:val="single"/>
          <w:lang w:val="nl-NL"/>
        </w:rPr>
      </w:pPr>
      <w:r w:rsidRPr="000C4913">
        <w:rPr>
          <w:lang w:val="nl-NL"/>
        </w:rPr>
        <w:br/>
      </w:r>
      <w:r w:rsidRPr="000C4913">
        <w:rPr>
          <w:u w:val="single"/>
          <w:lang w:val="nl-NL"/>
        </w:rPr>
        <w:t xml:space="preserve">Tags </w:t>
      </w:r>
      <w:proofErr w:type="spellStart"/>
      <w:r w:rsidRPr="000C4913">
        <w:rPr>
          <w:u w:val="single"/>
          <w:lang w:val="nl-NL"/>
        </w:rPr>
        <w:t>for</w:t>
      </w:r>
      <w:proofErr w:type="spellEnd"/>
      <w:r w:rsidRPr="000C4913">
        <w:rPr>
          <w:u w:val="single"/>
          <w:lang w:val="nl-NL"/>
        </w:rPr>
        <w:t xml:space="preserve"> Instagram: </w:t>
      </w:r>
      <w:hyperlink r:id="rId17" w:history="1">
        <w:r w:rsidRPr="000C4913">
          <w:rPr>
            <w:rStyle w:val="Hyperlink"/>
            <w:lang w:val="nl-NL"/>
          </w:rPr>
          <w:t>https://www.instagram.com/mahler.1.amsterdam/</w:t>
        </w:r>
      </w:hyperlink>
    </w:p>
    <w:p w14:paraId="16543D95" w14:textId="77777777" w:rsidR="000C4913" w:rsidRPr="000C4913" w:rsidRDefault="000C4913" w:rsidP="000C4913">
      <w:pPr>
        <w:pStyle w:val="LetterText"/>
        <w:rPr>
          <w:lang w:val="en-US"/>
        </w:rPr>
      </w:pPr>
      <w:r w:rsidRPr="000C4913">
        <w:rPr>
          <w:lang w:val="en-US"/>
        </w:rPr>
        <w:t xml:space="preserve">Hashtag </w:t>
      </w:r>
      <w:proofErr w:type="spellStart"/>
      <w:r w:rsidRPr="000C4913">
        <w:rPr>
          <w:lang w:val="en-US"/>
        </w:rPr>
        <w:t>suggesties</w:t>
      </w:r>
      <w:proofErr w:type="spellEnd"/>
      <w:r w:rsidRPr="000C4913">
        <w:rPr>
          <w:lang w:val="en-US"/>
        </w:rPr>
        <w:t xml:space="preserve">: </w:t>
      </w:r>
    </w:p>
    <w:p w14:paraId="38CB3D6C" w14:textId="77777777" w:rsidR="000C4913" w:rsidRPr="000C4913" w:rsidRDefault="000C4913" w:rsidP="000C4913">
      <w:pPr>
        <w:pStyle w:val="LetterText"/>
        <w:rPr>
          <w:u w:val="single"/>
          <w:lang w:val="en-US"/>
        </w:rPr>
      </w:pPr>
      <w:r w:rsidRPr="000C4913">
        <w:rPr>
          <w:lang w:val="en-US"/>
        </w:rPr>
        <w:t>#Mahler1 #IconRealEstate #RealEstate #Sustainability #ParisProof2050 #NetZero #Healthyoffice #Energyefficient #RealEstateDevelopment #Zuidas #Workplace #Landscape #Architecture #ModernOfficeSpace #</w:t>
      </w:r>
      <w:proofErr w:type="gramStart"/>
      <w:r w:rsidRPr="000C4913">
        <w:rPr>
          <w:lang w:val="en-US"/>
        </w:rPr>
        <w:t>Redevelopment  #</w:t>
      </w:r>
      <w:proofErr w:type="gramEnd"/>
      <w:r w:rsidRPr="000C4913">
        <w:rPr>
          <w:lang w:val="en-US"/>
        </w:rPr>
        <w:t xml:space="preserve">MixedUseDevelopment #AmsterdamRealEstate #ParisProofOffice #LimitedSpaceInfinitePotential </w:t>
      </w:r>
      <w:r w:rsidRPr="000C4913">
        <w:rPr>
          <w:lang w:val="en-US"/>
        </w:rPr>
        <w:br/>
      </w:r>
    </w:p>
    <w:p w14:paraId="68001CDE" w14:textId="0571E5D5" w:rsidR="000C4913" w:rsidRPr="000C4913" w:rsidRDefault="000C4913" w:rsidP="000C4913">
      <w:pPr>
        <w:pStyle w:val="LetterText"/>
        <w:numPr>
          <w:ilvl w:val="0"/>
          <w:numId w:val="2"/>
        </w:numPr>
        <w:rPr>
          <w:rFonts w:asciiTheme="majorHAnsi" w:hAnsiTheme="majorHAnsi"/>
          <w:lang w:val="nl-NL"/>
        </w:rPr>
      </w:pPr>
      <w:r w:rsidRPr="000C4913">
        <w:rPr>
          <w:rFonts w:asciiTheme="majorHAnsi" w:hAnsiTheme="majorHAnsi"/>
          <w:lang w:val="nl-NL"/>
        </w:rPr>
        <w:t xml:space="preserve">OVERIGE </w:t>
      </w:r>
    </w:p>
    <w:p w14:paraId="6760592C" w14:textId="77777777" w:rsidR="000C4913" w:rsidRPr="000C4913" w:rsidRDefault="000C4913" w:rsidP="000C4913">
      <w:pPr>
        <w:pStyle w:val="LetterText"/>
        <w:rPr>
          <w:lang w:val="nl-NL"/>
        </w:rPr>
      </w:pPr>
      <w:r w:rsidRPr="000C4913">
        <w:rPr>
          <w:lang w:val="nl-NL"/>
        </w:rPr>
        <w:t xml:space="preserve">Heb je een interessant onderwerp dat aandacht verdient of een bijzondere mijlpaal die wordt bereikt? Laat het ons dan vooral weten via </w:t>
      </w:r>
      <w:hyperlink r:id="rId18" w:history="1">
        <w:r w:rsidRPr="000C4913">
          <w:rPr>
            <w:rStyle w:val="Hyperlink"/>
            <w:lang w:val="nl-NL"/>
          </w:rPr>
          <w:t>IconRealEstate@cffcommunications.nl</w:t>
        </w:r>
      </w:hyperlink>
      <w:r w:rsidRPr="000C4913">
        <w:rPr>
          <w:lang w:val="nl-NL"/>
        </w:rPr>
        <w:t xml:space="preserve"> zodat we het mogelijk kunnen meenemen in een nieuwsbericht op de projectwebsite.</w:t>
      </w:r>
    </w:p>
    <w:p w14:paraId="7649D5BB" w14:textId="77777777" w:rsidR="000C4913" w:rsidRPr="000C4913" w:rsidRDefault="000C4913" w:rsidP="000C4913">
      <w:pPr>
        <w:pStyle w:val="LetterText"/>
        <w:pBdr>
          <w:bottom w:val="single" w:sz="6" w:space="1" w:color="auto"/>
        </w:pBdr>
        <w:rPr>
          <w:lang w:val="nl-NL"/>
        </w:rPr>
      </w:pPr>
    </w:p>
    <w:p w14:paraId="09996498" w14:textId="2AAF5A83" w:rsidR="000C4913" w:rsidRPr="000C4913" w:rsidRDefault="000C4913" w:rsidP="000C4913">
      <w:pPr>
        <w:pStyle w:val="LetterText"/>
        <w:rPr>
          <w:lang w:val="en-US"/>
        </w:rPr>
      </w:pPr>
      <w:r w:rsidRPr="000C4913">
        <w:rPr>
          <w:lang w:val="en-US"/>
        </w:rPr>
        <w:br/>
      </w:r>
      <w:r>
        <w:rPr>
          <w:lang w:val="en-US"/>
        </w:rPr>
        <w:t>ENGLISH</w:t>
      </w:r>
    </w:p>
    <w:p w14:paraId="5CB4BFDB" w14:textId="77777777" w:rsidR="000C4913" w:rsidRPr="000C4913" w:rsidRDefault="000C4913" w:rsidP="000C4913">
      <w:pPr>
        <w:pStyle w:val="LetterText"/>
        <w:rPr>
          <w:lang w:val="en-US"/>
        </w:rPr>
      </w:pPr>
    </w:p>
    <w:p w14:paraId="1D312DF2" w14:textId="485FDEC8" w:rsidR="000C4913" w:rsidRPr="000C4913" w:rsidRDefault="006F12A3" w:rsidP="000C4913">
      <w:pPr>
        <w:pStyle w:val="LetterText"/>
        <w:rPr>
          <w:rFonts w:ascii="Gotham Bold" w:hAnsi="Gotham Bold"/>
          <w:sz w:val="24"/>
          <w:szCs w:val="24"/>
          <w:lang w:val="nl-NL"/>
        </w:rPr>
      </w:pPr>
      <w:r w:rsidRPr="000C4913">
        <w:rPr>
          <w:rFonts w:ascii="Gotham Bold" w:hAnsi="Gotham Bold"/>
          <w:sz w:val="24"/>
          <w:szCs w:val="24"/>
          <w:lang w:val="nl-NL"/>
        </w:rPr>
        <w:t>COMMUNICATION, PRESS AND SOCIAL MEDIA PROTOCOL MAHLER 1</w:t>
      </w:r>
    </w:p>
    <w:p w14:paraId="289CAD32" w14:textId="2FE2064C" w:rsidR="006F12A3" w:rsidRDefault="006F12A3" w:rsidP="006F12A3">
      <w:pPr>
        <w:pStyle w:val="LetterText"/>
        <w:rPr>
          <w:lang w:val="nl-NL"/>
        </w:rPr>
      </w:pPr>
      <w:r w:rsidRPr="000C4913">
        <w:rPr>
          <w:lang w:val="nl-NL"/>
        </w:rPr>
        <w:t>Amsterdam, 4</w:t>
      </w:r>
      <w:r>
        <w:rPr>
          <w:lang w:val="nl-NL"/>
        </w:rPr>
        <w:t xml:space="preserve">th </w:t>
      </w:r>
      <w:proofErr w:type="spellStart"/>
      <w:r>
        <w:rPr>
          <w:lang w:val="nl-NL"/>
        </w:rPr>
        <w:t>March</w:t>
      </w:r>
      <w:proofErr w:type="spellEnd"/>
      <w:r>
        <w:rPr>
          <w:lang w:val="nl-NL"/>
        </w:rPr>
        <w:t xml:space="preserve"> </w:t>
      </w:r>
      <w:r w:rsidRPr="000C4913">
        <w:rPr>
          <w:lang w:val="nl-NL"/>
        </w:rPr>
        <w:t>2025</w:t>
      </w:r>
    </w:p>
    <w:p w14:paraId="7BF0572E" w14:textId="77777777" w:rsidR="006F12A3" w:rsidRPr="000C4913" w:rsidRDefault="006F12A3" w:rsidP="006F12A3">
      <w:pPr>
        <w:pStyle w:val="LetterText"/>
        <w:rPr>
          <w:lang w:val="nl-NL"/>
        </w:rPr>
      </w:pPr>
    </w:p>
    <w:p w14:paraId="02BC5A49" w14:textId="0DA42C05" w:rsidR="000C4913" w:rsidRPr="000C4913" w:rsidRDefault="006F12A3" w:rsidP="000C4913">
      <w:pPr>
        <w:pStyle w:val="LetterText"/>
        <w:rPr>
          <w:rFonts w:asciiTheme="majorHAnsi" w:hAnsiTheme="majorHAnsi"/>
          <w:lang w:val="nl-NL"/>
        </w:rPr>
      </w:pPr>
      <w:r w:rsidRPr="000C4913">
        <w:rPr>
          <w:rFonts w:asciiTheme="majorHAnsi" w:hAnsiTheme="majorHAnsi"/>
          <w:lang w:val="nl-NL"/>
        </w:rPr>
        <w:t>CONTENTS</w:t>
      </w:r>
    </w:p>
    <w:p w14:paraId="0EE04CEF" w14:textId="2DE2313D" w:rsidR="000C4913" w:rsidRPr="000C4913" w:rsidRDefault="000C4913" w:rsidP="000C4913">
      <w:pPr>
        <w:pStyle w:val="LetterText"/>
        <w:numPr>
          <w:ilvl w:val="0"/>
          <w:numId w:val="5"/>
        </w:numPr>
        <w:rPr>
          <w:lang w:val="nl-NL"/>
        </w:rPr>
      </w:pPr>
      <w:proofErr w:type="spellStart"/>
      <w:r w:rsidRPr="000C4913">
        <w:rPr>
          <w:lang w:val="nl-NL"/>
        </w:rPr>
        <w:t>External</w:t>
      </w:r>
      <w:proofErr w:type="spellEnd"/>
      <w:r w:rsidRPr="000C4913">
        <w:rPr>
          <w:lang w:val="nl-NL"/>
        </w:rPr>
        <w:t xml:space="preserve"> </w:t>
      </w:r>
      <w:proofErr w:type="spellStart"/>
      <w:r w:rsidR="006F12A3">
        <w:rPr>
          <w:lang w:val="nl-NL"/>
        </w:rPr>
        <w:t>r</w:t>
      </w:r>
      <w:r w:rsidRPr="000C4913">
        <w:rPr>
          <w:lang w:val="nl-NL"/>
        </w:rPr>
        <w:t>equests</w:t>
      </w:r>
      <w:proofErr w:type="spellEnd"/>
    </w:p>
    <w:p w14:paraId="4DF418F5" w14:textId="44874A18" w:rsidR="000C4913" w:rsidRPr="000C4913" w:rsidRDefault="000C4913" w:rsidP="000C4913">
      <w:pPr>
        <w:pStyle w:val="LetterText"/>
        <w:numPr>
          <w:ilvl w:val="0"/>
          <w:numId w:val="5"/>
        </w:numPr>
        <w:rPr>
          <w:lang w:val="nl-NL"/>
        </w:rPr>
      </w:pPr>
      <w:proofErr w:type="spellStart"/>
      <w:r w:rsidRPr="000C4913">
        <w:rPr>
          <w:lang w:val="nl-NL"/>
        </w:rPr>
        <w:t>Available</w:t>
      </w:r>
      <w:proofErr w:type="spellEnd"/>
      <w:r w:rsidRPr="000C4913">
        <w:rPr>
          <w:lang w:val="nl-NL"/>
        </w:rPr>
        <w:t xml:space="preserve"> </w:t>
      </w:r>
      <w:proofErr w:type="spellStart"/>
      <w:r w:rsidR="006F12A3">
        <w:rPr>
          <w:lang w:val="nl-NL"/>
        </w:rPr>
        <w:t>m</w:t>
      </w:r>
      <w:r w:rsidRPr="000C4913">
        <w:rPr>
          <w:lang w:val="nl-NL"/>
        </w:rPr>
        <w:t>aterials</w:t>
      </w:r>
      <w:proofErr w:type="spellEnd"/>
    </w:p>
    <w:p w14:paraId="286E5F53" w14:textId="45111892" w:rsidR="000C4913" w:rsidRPr="000C4913" w:rsidRDefault="000C4913" w:rsidP="000C4913">
      <w:pPr>
        <w:pStyle w:val="LetterText"/>
        <w:numPr>
          <w:ilvl w:val="1"/>
          <w:numId w:val="5"/>
        </w:numPr>
        <w:rPr>
          <w:lang w:val="nl-NL"/>
        </w:rPr>
      </w:pPr>
      <w:r w:rsidRPr="000C4913">
        <w:rPr>
          <w:lang w:val="nl-NL"/>
        </w:rPr>
        <w:t xml:space="preserve">Visual </w:t>
      </w:r>
      <w:proofErr w:type="spellStart"/>
      <w:r w:rsidR="006F12A3">
        <w:rPr>
          <w:lang w:val="nl-NL"/>
        </w:rPr>
        <w:t>m</w:t>
      </w:r>
      <w:r w:rsidRPr="000C4913">
        <w:rPr>
          <w:lang w:val="nl-NL"/>
        </w:rPr>
        <w:t>aterials</w:t>
      </w:r>
      <w:proofErr w:type="spellEnd"/>
    </w:p>
    <w:p w14:paraId="2D4BB158" w14:textId="6A88EA8C" w:rsidR="000C4913" w:rsidRPr="000C4913" w:rsidRDefault="000C4913" w:rsidP="000C4913">
      <w:pPr>
        <w:pStyle w:val="LetterText"/>
        <w:numPr>
          <w:ilvl w:val="1"/>
          <w:numId w:val="5"/>
        </w:numPr>
        <w:rPr>
          <w:lang w:val="nl-NL"/>
        </w:rPr>
      </w:pPr>
      <w:r w:rsidRPr="000C4913">
        <w:rPr>
          <w:lang w:val="nl-NL"/>
        </w:rPr>
        <w:t xml:space="preserve">Project </w:t>
      </w:r>
      <w:proofErr w:type="gramStart"/>
      <w:r w:rsidR="006F12A3">
        <w:rPr>
          <w:lang w:val="nl-NL"/>
        </w:rPr>
        <w:t>i</w:t>
      </w:r>
      <w:r w:rsidRPr="000C4913">
        <w:rPr>
          <w:lang w:val="nl-NL"/>
        </w:rPr>
        <w:t>nformation /</w:t>
      </w:r>
      <w:proofErr w:type="gramEnd"/>
      <w:r w:rsidRPr="000C4913">
        <w:rPr>
          <w:lang w:val="nl-NL"/>
        </w:rPr>
        <w:t xml:space="preserve"> </w:t>
      </w:r>
      <w:proofErr w:type="spellStart"/>
      <w:r w:rsidR="006F12A3">
        <w:rPr>
          <w:lang w:val="nl-NL"/>
        </w:rPr>
        <w:t>f</w:t>
      </w:r>
      <w:r w:rsidRPr="000C4913">
        <w:rPr>
          <w:lang w:val="nl-NL"/>
        </w:rPr>
        <w:t>acts</w:t>
      </w:r>
      <w:proofErr w:type="spellEnd"/>
    </w:p>
    <w:p w14:paraId="4BDF4DAB" w14:textId="4DBDD098" w:rsidR="000C4913" w:rsidRPr="000C4913" w:rsidRDefault="000C4913" w:rsidP="000C4913">
      <w:pPr>
        <w:pStyle w:val="LetterText"/>
        <w:numPr>
          <w:ilvl w:val="1"/>
          <w:numId w:val="5"/>
        </w:numPr>
        <w:rPr>
          <w:lang w:val="nl-NL"/>
        </w:rPr>
      </w:pPr>
      <w:proofErr w:type="spellStart"/>
      <w:r w:rsidRPr="000C4913">
        <w:rPr>
          <w:lang w:val="nl-NL"/>
        </w:rPr>
        <w:t>Social</w:t>
      </w:r>
      <w:proofErr w:type="spellEnd"/>
      <w:r w:rsidRPr="000C4913">
        <w:rPr>
          <w:lang w:val="nl-NL"/>
        </w:rPr>
        <w:t xml:space="preserve"> </w:t>
      </w:r>
      <w:r w:rsidR="006F12A3">
        <w:rPr>
          <w:lang w:val="nl-NL"/>
        </w:rPr>
        <w:t>m</w:t>
      </w:r>
      <w:r w:rsidRPr="000C4913">
        <w:rPr>
          <w:lang w:val="nl-NL"/>
        </w:rPr>
        <w:t>edia</w:t>
      </w:r>
    </w:p>
    <w:p w14:paraId="50B364A6" w14:textId="77777777" w:rsidR="000C4913" w:rsidRDefault="000C4913" w:rsidP="000C4913">
      <w:pPr>
        <w:pStyle w:val="LetterText"/>
        <w:numPr>
          <w:ilvl w:val="0"/>
          <w:numId w:val="5"/>
        </w:numPr>
        <w:rPr>
          <w:lang w:val="nl-NL"/>
        </w:rPr>
      </w:pPr>
      <w:proofErr w:type="spellStart"/>
      <w:r w:rsidRPr="000C4913">
        <w:rPr>
          <w:lang w:val="nl-NL"/>
        </w:rPr>
        <w:t>Others</w:t>
      </w:r>
      <w:proofErr w:type="spellEnd"/>
    </w:p>
    <w:p w14:paraId="1D34217C" w14:textId="77777777" w:rsidR="006F12A3" w:rsidRDefault="006F12A3" w:rsidP="006F12A3">
      <w:pPr>
        <w:pStyle w:val="LetterText"/>
        <w:rPr>
          <w:lang w:val="nl-NL"/>
        </w:rPr>
      </w:pPr>
    </w:p>
    <w:p w14:paraId="59ECF478" w14:textId="77777777" w:rsidR="006F12A3" w:rsidRDefault="006F12A3" w:rsidP="006F12A3">
      <w:pPr>
        <w:pStyle w:val="LetterText"/>
        <w:rPr>
          <w:lang w:val="nl-NL"/>
        </w:rPr>
      </w:pPr>
    </w:p>
    <w:p w14:paraId="2151FB29" w14:textId="77777777" w:rsidR="006F12A3" w:rsidRPr="000C4913" w:rsidRDefault="006F12A3" w:rsidP="006F12A3">
      <w:pPr>
        <w:pStyle w:val="LetterText"/>
        <w:rPr>
          <w:lang w:val="nl-NL"/>
        </w:rPr>
      </w:pPr>
    </w:p>
    <w:p w14:paraId="0D2911BE" w14:textId="10850B0D" w:rsidR="000C4913" w:rsidRPr="000C4913" w:rsidRDefault="006F12A3" w:rsidP="000C4913">
      <w:pPr>
        <w:pStyle w:val="LetterText"/>
        <w:rPr>
          <w:rFonts w:asciiTheme="majorHAnsi" w:hAnsiTheme="majorHAnsi"/>
          <w:lang w:val="nl-NL"/>
        </w:rPr>
      </w:pPr>
      <w:r w:rsidRPr="000C4913">
        <w:rPr>
          <w:rFonts w:asciiTheme="majorHAnsi" w:hAnsiTheme="majorHAnsi"/>
          <w:lang w:val="nl-NL"/>
        </w:rPr>
        <w:t>1. EXTERNAL REQUESTS</w:t>
      </w:r>
    </w:p>
    <w:p w14:paraId="7B9A6CE7" w14:textId="77777777" w:rsidR="000C4913" w:rsidRDefault="000C4913" w:rsidP="000C4913">
      <w:pPr>
        <w:pStyle w:val="LetterText"/>
        <w:numPr>
          <w:ilvl w:val="0"/>
          <w:numId w:val="6"/>
        </w:numPr>
        <w:rPr>
          <w:lang w:val="en-US"/>
        </w:rPr>
      </w:pPr>
      <w:r w:rsidRPr="000C4913">
        <w:rPr>
          <w:lang w:val="en-US"/>
        </w:rPr>
        <w:t>For interview requests, please contact us via email at </w:t>
      </w:r>
      <w:hyperlink r:id="rId19" w:history="1">
        <w:r w:rsidRPr="000C4913">
          <w:rPr>
            <w:rStyle w:val="Hyperlink"/>
            <w:lang w:val="en-US"/>
          </w:rPr>
          <w:t>IconRealEstate@cffcommunications.nl</w:t>
        </w:r>
      </w:hyperlink>
      <w:r w:rsidRPr="000C4913">
        <w:rPr>
          <w:lang w:val="en-US"/>
        </w:rPr>
        <w:t xml:space="preserve"> </w:t>
      </w:r>
    </w:p>
    <w:p w14:paraId="348AB856" w14:textId="77777777" w:rsidR="006F12A3" w:rsidRPr="000C4913" w:rsidRDefault="006F12A3" w:rsidP="006F12A3">
      <w:pPr>
        <w:pStyle w:val="LetterText"/>
        <w:rPr>
          <w:lang w:val="en-US"/>
        </w:rPr>
      </w:pPr>
    </w:p>
    <w:p w14:paraId="6E50D3AD" w14:textId="2E752BE9" w:rsidR="000C4913" w:rsidRPr="000C4913" w:rsidRDefault="006F12A3" w:rsidP="000C4913">
      <w:pPr>
        <w:pStyle w:val="LetterText"/>
        <w:rPr>
          <w:rFonts w:asciiTheme="majorHAnsi" w:hAnsiTheme="majorHAnsi"/>
          <w:lang w:val="nl-NL"/>
        </w:rPr>
      </w:pPr>
      <w:r w:rsidRPr="000C4913">
        <w:rPr>
          <w:rFonts w:asciiTheme="majorHAnsi" w:hAnsiTheme="majorHAnsi"/>
          <w:lang w:val="nl-NL"/>
        </w:rPr>
        <w:t>2. AVAILABLE MATERIALS</w:t>
      </w:r>
    </w:p>
    <w:p w14:paraId="2DD57422" w14:textId="1E8F48EA" w:rsidR="000C4913" w:rsidRPr="000C4913" w:rsidRDefault="000C4913" w:rsidP="000C4913">
      <w:pPr>
        <w:pStyle w:val="LetterText"/>
        <w:rPr>
          <w:b/>
          <w:bCs/>
          <w:lang w:val="nl-NL"/>
        </w:rPr>
      </w:pPr>
      <w:r w:rsidRPr="000C4913">
        <w:rPr>
          <w:b/>
          <w:bCs/>
          <w:lang w:val="nl-NL"/>
        </w:rPr>
        <w:t xml:space="preserve">Visual </w:t>
      </w:r>
      <w:proofErr w:type="spellStart"/>
      <w:r w:rsidR="006F12A3" w:rsidRPr="006F12A3">
        <w:rPr>
          <w:b/>
          <w:bCs/>
          <w:lang w:val="nl-NL"/>
        </w:rPr>
        <w:t>m</w:t>
      </w:r>
      <w:r w:rsidRPr="000C4913">
        <w:rPr>
          <w:b/>
          <w:bCs/>
          <w:lang w:val="nl-NL"/>
        </w:rPr>
        <w:t>aterials</w:t>
      </w:r>
      <w:proofErr w:type="spellEnd"/>
    </w:p>
    <w:p w14:paraId="70D4FF8F" w14:textId="77777777" w:rsidR="000C4913" w:rsidRPr="000C4913" w:rsidRDefault="000C4913" w:rsidP="000C4913">
      <w:pPr>
        <w:pStyle w:val="LetterText"/>
        <w:numPr>
          <w:ilvl w:val="0"/>
          <w:numId w:val="7"/>
        </w:numPr>
        <w:rPr>
          <w:lang w:val="nl-NL"/>
        </w:rPr>
      </w:pPr>
      <w:r w:rsidRPr="000C4913">
        <w:rPr>
          <w:lang w:val="en-US"/>
        </w:rPr>
        <w:t xml:space="preserve">To ensure a consistent and accurate representation of the Mahler 1 development, a folder containing visual materials is available on the Mahler website. </w:t>
      </w:r>
      <w:r w:rsidRPr="000C4913">
        <w:rPr>
          <w:lang w:val="nl-NL"/>
        </w:rPr>
        <w:t xml:space="preserve">These images </w:t>
      </w:r>
      <w:proofErr w:type="spellStart"/>
      <w:r w:rsidRPr="000C4913">
        <w:rPr>
          <w:lang w:val="nl-NL"/>
        </w:rPr>
        <w:t>can</w:t>
      </w:r>
      <w:proofErr w:type="spellEnd"/>
      <w:r w:rsidRPr="000C4913">
        <w:rPr>
          <w:lang w:val="nl-NL"/>
        </w:rPr>
        <w:t xml:space="preserve"> </w:t>
      </w:r>
      <w:proofErr w:type="spellStart"/>
      <w:r w:rsidRPr="000C4913">
        <w:rPr>
          <w:lang w:val="nl-NL"/>
        </w:rPr>
        <w:t>be</w:t>
      </w:r>
      <w:proofErr w:type="spellEnd"/>
      <w:r w:rsidRPr="000C4913">
        <w:rPr>
          <w:lang w:val="nl-NL"/>
        </w:rPr>
        <w:t xml:space="preserve"> </w:t>
      </w:r>
      <w:proofErr w:type="spellStart"/>
      <w:r w:rsidRPr="000C4913">
        <w:rPr>
          <w:lang w:val="nl-NL"/>
        </w:rPr>
        <w:t>downloaded</w:t>
      </w:r>
      <w:proofErr w:type="spellEnd"/>
      <w:r w:rsidRPr="000C4913">
        <w:rPr>
          <w:lang w:val="nl-NL"/>
        </w:rPr>
        <w:t>.</w:t>
      </w:r>
    </w:p>
    <w:p w14:paraId="365D0E88" w14:textId="77777777" w:rsidR="000C4913" w:rsidRPr="000C4913" w:rsidRDefault="000C4913" w:rsidP="000C4913">
      <w:pPr>
        <w:pStyle w:val="LetterText"/>
        <w:numPr>
          <w:ilvl w:val="0"/>
          <w:numId w:val="7"/>
        </w:numPr>
        <w:rPr>
          <w:lang w:val="en-US"/>
        </w:rPr>
      </w:pPr>
      <w:r w:rsidRPr="000C4913">
        <w:rPr>
          <w:lang w:val="en-US"/>
        </w:rPr>
        <w:t>This folder is centrally updated to ensure that everyone has access to the most recent files.</w:t>
      </w:r>
    </w:p>
    <w:p w14:paraId="2B033B5E" w14:textId="77777777" w:rsidR="000C4913" w:rsidRPr="000C4913" w:rsidRDefault="000C4913" w:rsidP="000C4913">
      <w:pPr>
        <w:pStyle w:val="LetterText"/>
        <w:numPr>
          <w:ilvl w:val="0"/>
          <w:numId w:val="7"/>
        </w:numPr>
        <w:rPr>
          <w:lang w:val="en-US"/>
        </w:rPr>
      </w:pPr>
      <w:r w:rsidRPr="000C4913">
        <w:rPr>
          <w:lang w:val="en-US"/>
        </w:rPr>
        <w:t>When using these images, copyright must always be credited as follows: </w:t>
      </w:r>
      <w:r w:rsidRPr="000C4913">
        <w:rPr>
          <w:lang w:val="en-US"/>
        </w:rPr>
        <w:br/>
      </w:r>
      <w:r w:rsidRPr="000C4913">
        <w:rPr>
          <w:b/>
          <w:bCs/>
          <w:lang w:val="en-US"/>
        </w:rPr>
        <w:t>©Icon Real Estate</w:t>
      </w:r>
      <w:r w:rsidRPr="000C4913">
        <w:rPr>
          <w:lang w:val="en-US"/>
        </w:rPr>
        <w:t>.</w:t>
      </w:r>
    </w:p>
    <w:p w14:paraId="36095553" w14:textId="77777777" w:rsidR="000C4913" w:rsidRDefault="000C4913" w:rsidP="000C4913">
      <w:pPr>
        <w:pStyle w:val="LetterText"/>
        <w:numPr>
          <w:ilvl w:val="0"/>
          <w:numId w:val="7"/>
        </w:numPr>
        <w:rPr>
          <w:lang w:val="en-US"/>
        </w:rPr>
      </w:pPr>
      <w:r w:rsidRPr="000C4913">
        <w:rPr>
          <w:lang w:val="en-US"/>
        </w:rPr>
        <w:t>Personal photography and video recordings on and of the construction site are not allowed.</w:t>
      </w:r>
    </w:p>
    <w:p w14:paraId="1635694D" w14:textId="77777777" w:rsidR="006F12A3" w:rsidRPr="000C4913" w:rsidRDefault="006F12A3" w:rsidP="006F12A3">
      <w:pPr>
        <w:pStyle w:val="LetterText"/>
        <w:rPr>
          <w:lang w:val="en-US"/>
        </w:rPr>
      </w:pPr>
    </w:p>
    <w:p w14:paraId="56D5B56C" w14:textId="3ECFBF8E" w:rsidR="006F12A3" w:rsidRPr="000C4913" w:rsidRDefault="000C4913" w:rsidP="000C4913">
      <w:pPr>
        <w:pStyle w:val="LetterText"/>
        <w:rPr>
          <w:b/>
          <w:bCs/>
          <w:lang w:val="nl-NL"/>
        </w:rPr>
      </w:pPr>
      <w:r w:rsidRPr="000C4913">
        <w:rPr>
          <w:b/>
          <w:bCs/>
          <w:lang w:val="nl-NL"/>
        </w:rPr>
        <w:t>Project Information</w:t>
      </w:r>
    </w:p>
    <w:p w14:paraId="547F1DB7" w14:textId="77777777" w:rsidR="006F12A3" w:rsidRPr="006F12A3" w:rsidRDefault="000C4913" w:rsidP="000C4913">
      <w:pPr>
        <w:pStyle w:val="LetterText"/>
        <w:rPr>
          <w:u w:val="single"/>
          <w:lang w:val="en-US"/>
        </w:rPr>
      </w:pPr>
      <w:r w:rsidRPr="000C4913">
        <w:rPr>
          <w:u w:val="single"/>
          <w:lang w:val="en-US"/>
        </w:rPr>
        <w:t>About Mahler 1</w:t>
      </w:r>
    </w:p>
    <w:p w14:paraId="6C988E9F" w14:textId="6DB715CF" w:rsidR="000C4913" w:rsidRPr="000C4913" w:rsidRDefault="006F12A3" w:rsidP="000C4913">
      <w:pPr>
        <w:pStyle w:val="LetterText"/>
        <w:rPr>
          <w:lang w:val="en-US"/>
        </w:rPr>
      </w:pPr>
      <w:r>
        <w:rPr>
          <w:lang w:val="en-US"/>
        </w:rPr>
        <w:t>Mahler</w:t>
      </w:r>
      <w:r w:rsidR="000C4913" w:rsidRPr="000C4913">
        <w:rPr>
          <w:lang w:val="en-US"/>
        </w:rPr>
        <w:t xml:space="preserve"> 1 will be a multifunctional, sustainable office building with public amenities. Located at the heart of </w:t>
      </w:r>
      <w:proofErr w:type="spellStart"/>
      <w:r w:rsidR="000C4913" w:rsidRPr="000C4913">
        <w:rPr>
          <w:lang w:val="en-US"/>
        </w:rPr>
        <w:t>Zuidas</w:t>
      </w:r>
      <w:proofErr w:type="spellEnd"/>
      <w:r w:rsidR="000C4913" w:rsidRPr="000C4913">
        <w:rPr>
          <w:lang w:val="en-US"/>
        </w:rPr>
        <w:t xml:space="preserve"> along the eastern side of Gustav </w:t>
      </w:r>
      <w:proofErr w:type="spellStart"/>
      <w:r w:rsidR="000C4913" w:rsidRPr="000C4913">
        <w:rPr>
          <w:lang w:val="en-US"/>
        </w:rPr>
        <w:t>Mahlerplein</w:t>
      </w:r>
      <w:proofErr w:type="spellEnd"/>
      <w:r w:rsidR="000C4913" w:rsidRPr="000C4913">
        <w:rPr>
          <w:lang w:val="en-US"/>
        </w:rPr>
        <w:t>, the building features an innovative and sustainable design.</w:t>
      </w:r>
    </w:p>
    <w:p w14:paraId="33A45463" w14:textId="77777777" w:rsidR="000C4913" w:rsidRPr="000C4913" w:rsidRDefault="000C4913" w:rsidP="000C4913">
      <w:pPr>
        <w:pStyle w:val="LetterText"/>
        <w:rPr>
          <w:lang w:val="en-US"/>
        </w:rPr>
      </w:pPr>
      <w:r w:rsidRPr="000C4913">
        <w:rPr>
          <w:lang w:val="en-US"/>
        </w:rPr>
        <w:t>Its unique undulating façade with staggered terraces provides space for a rich mix of greenery, contributing to enhanced biodiversity. The ground floor will serve as a lively meeting place with room for various activities, public events, and local initiatives to foster interaction. Multiple entrances, a public lobby, and a plaza with seating steps will strengthen the connection with the surrounding community. Mahler 1 focuses on sustainability by incorporating shared mobility solutions, low-carbon materials, 3,200 m² of solar panels, and advanced systems for water storage and heat stress reduction.</w:t>
      </w:r>
    </w:p>
    <w:p w14:paraId="42461FB9" w14:textId="77777777" w:rsidR="000C4913" w:rsidRPr="000C4913" w:rsidRDefault="000C4913" w:rsidP="000C4913">
      <w:pPr>
        <w:pStyle w:val="LetterText"/>
        <w:rPr>
          <w:lang w:val="en-US"/>
        </w:rPr>
      </w:pPr>
      <w:r w:rsidRPr="000C4913">
        <w:rPr>
          <w:lang w:val="en-US"/>
        </w:rPr>
        <w:t>Construction is set to begin in the summer of 2025, with completion scheduled for the second half of 2027.</w:t>
      </w:r>
    </w:p>
    <w:p w14:paraId="173BDA2C" w14:textId="77777777" w:rsidR="000C4913" w:rsidRPr="000C4913" w:rsidRDefault="000C4913" w:rsidP="000C4913">
      <w:pPr>
        <w:pStyle w:val="LetterText"/>
        <w:rPr>
          <w:lang w:val="en-US"/>
        </w:rPr>
      </w:pPr>
      <w:r w:rsidRPr="000C4913">
        <w:rPr>
          <w:lang w:val="en-US"/>
        </w:rPr>
        <w:t>Mahler 1 is a project by Icon Real Estate, part of Victory Group, in collaboration with developer LMTD, architecture firm 3XN GXN, and Erik Dhont Landscape Architects.</w:t>
      </w:r>
    </w:p>
    <w:p w14:paraId="7BEA46CC" w14:textId="77777777" w:rsidR="006F12A3" w:rsidRDefault="006F12A3" w:rsidP="000C4913">
      <w:pPr>
        <w:pStyle w:val="LetterText"/>
        <w:rPr>
          <w:lang w:val="nl-NL"/>
        </w:rPr>
      </w:pPr>
    </w:p>
    <w:p w14:paraId="6E2D74EA" w14:textId="3E346A99" w:rsidR="000C4913" w:rsidRPr="000C4913" w:rsidRDefault="000C4913" w:rsidP="000C4913">
      <w:pPr>
        <w:pStyle w:val="LetterText"/>
        <w:rPr>
          <w:b/>
          <w:bCs/>
          <w:lang w:val="nl-NL"/>
        </w:rPr>
      </w:pPr>
      <w:proofErr w:type="spellStart"/>
      <w:r w:rsidRPr="000C4913">
        <w:rPr>
          <w:b/>
          <w:bCs/>
          <w:lang w:val="nl-NL"/>
        </w:rPr>
        <w:t>Facts</w:t>
      </w:r>
      <w:proofErr w:type="spellEnd"/>
    </w:p>
    <w:p w14:paraId="60EB3848" w14:textId="77777777" w:rsidR="000C4913" w:rsidRPr="000C4913" w:rsidRDefault="000C4913" w:rsidP="000C4913">
      <w:pPr>
        <w:pStyle w:val="LetterText"/>
        <w:numPr>
          <w:ilvl w:val="0"/>
          <w:numId w:val="8"/>
        </w:numPr>
        <w:rPr>
          <w:lang w:val="en-US"/>
        </w:rPr>
      </w:pPr>
      <w:r w:rsidRPr="000C4913">
        <w:rPr>
          <w:b/>
          <w:bCs/>
          <w:lang w:val="en-US"/>
        </w:rPr>
        <w:t>Owner:</w:t>
      </w:r>
      <w:r w:rsidRPr="000C4913">
        <w:rPr>
          <w:lang w:val="en-US"/>
        </w:rPr>
        <w:t> Icon Real Estate, part of Victory Group</w:t>
      </w:r>
    </w:p>
    <w:p w14:paraId="3ADB04FD" w14:textId="77777777" w:rsidR="000C4913" w:rsidRPr="000C4913" w:rsidRDefault="000C4913" w:rsidP="000C4913">
      <w:pPr>
        <w:pStyle w:val="LetterText"/>
        <w:numPr>
          <w:ilvl w:val="0"/>
          <w:numId w:val="8"/>
        </w:numPr>
        <w:rPr>
          <w:lang w:val="nl-NL"/>
        </w:rPr>
      </w:pPr>
      <w:r w:rsidRPr="000C4913">
        <w:rPr>
          <w:b/>
          <w:bCs/>
          <w:lang w:val="nl-NL"/>
        </w:rPr>
        <w:t>Developer:</w:t>
      </w:r>
      <w:r w:rsidRPr="000C4913">
        <w:rPr>
          <w:lang w:val="nl-NL"/>
        </w:rPr>
        <w:t> LMTD</w:t>
      </w:r>
    </w:p>
    <w:p w14:paraId="7F5B27C9" w14:textId="77777777" w:rsidR="000C4913" w:rsidRPr="000C4913" w:rsidRDefault="000C4913" w:rsidP="000C4913">
      <w:pPr>
        <w:pStyle w:val="LetterText"/>
        <w:numPr>
          <w:ilvl w:val="0"/>
          <w:numId w:val="8"/>
        </w:numPr>
        <w:rPr>
          <w:lang w:val="nl-NL"/>
        </w:rPr>
      </w:pPr>
      <w:r w:rsidRPr="000C4913">
        <w:rPr>
          <w:b/>
          <w:bCs/>
          <w:lang w:val="nl-NL"/>
        </w:rPr>
        <w:t>Architect:</w:t>
      </w:r>
      <w:r w:rsidRPr="000C4913">
        <w:rPr>
          <w:lang w:val="nl-NL"/>
        </w:rPr>
        <w:t> 3XN GXN</w:t>
      </w:r>
    </w:p>
    <w:p w14:paraId="67124DF7" w14:textId="1D5AC9EB" w:rsidR="000C4913" w:rsidRPr="000C4913" w:rsidRDefault="000C4913" w:rsidP="000C4913">
      <w:pPr>
        <w:pStyle w:val="LetterText"/>
        <w:numPr>
          <w:ilvl w:val="0"/>
          <w:numId w:val="8"/>
        </w:numPr>
        <w:rPr>
          <w:lang w:val="nl-NL"/>
        </w:rPr>
      </w:pPr>
      <w:r w:rsidRPr="000C4913">
        <w:rPr>
          <w:b/>
          <w:bCs/>
          <w:lang w:val="nl-NL"/>
        </w:rPr>
        <w:lastRenderedPageBreak/>
        <w:t xml:space="preserve">Landscape </w:t>
      </w:r>
      <w:r w:rsidR="00C30E17">
        <w:rPr>
          <w:b/>
          <w:bCs/>
          <w:lang w:val="nl-NL"/>
        </w:rPr>
        <w:t>a</w:t>
      </w:r>
      <w:r w:rsidRPr="000C4913">
        <w:rPr>
          <w:b/>
          <w:bCs/>
          <w:lang w:val="nl-NL"/>
        </w:rPr>
        <w:t>rchitect:</w:t>
      </w:r>
      <w:r w:rsidRPr="000C4913">
        <w:rPr>
          <w:lang w:val="nl-NL"/>
        </w:rPr>
        <w:t xml:space="preserve"> Erik </w:t>
      </w:r>
      <w:proofErr w:type="spellStart"/>
      <w:r w:rsidRPr="000C4913">
        <w:rPr>
          <w:lang w:val="nl-NL"/>
        </w:rPr>
        <w:t>Dhont</w:t>
      </w:r>
      <w:proofErr w:type="spellEnd"/>
      <w:r w:rsidRPr="000C4913">
        <w:rPr>
          <w:lang w:val="nl-NL"/>
        </w:rPr>
        <w:t xml:space="preserve"> Landscape </w:t>
      </w:r>
      <w:proofErr w:type="spellStart"/>
      <w:r w:rsidRPr="000C4913">
        <w:rPr>
          <w:lang w:val="nl-NL"/>
        </w:rPr>
        <w:t>Architects</w:t>
      </w:r>
      <w:proofErr w:type="spellEnd"/>
    </w:p>
    <w:p w14:paraId="4445F7FD" w14:textId="25D21552" w:rsidR="000C4913" w:rsidRPr="000C4913" w:rsidRDefault="000C4913" w:rsidP="000C4913">
      <w:pPr>
        <w:pStyle w:val="LetterText"/>
        <w:numPr>
          <w:ilvl w:val="0"/>
          <w:numId w:val="8"/>
        </w:numPr>
        <w:rPr>
          <w:lang w:val="nl-NL"/>
        </w:rPr>
      </w:pPr>
      <w:proofErr w:type="spellStart"/>
      <w:r w:rsidRPr="000C4913">
        <w:rPr>
          <w:b/>
          <w:bCs/>
          <w:lang w:val="nl-NL"/>
        </w:rPr>
        <w:t>Size</w:t>
      </w:r>
      <w:proofErr w:type="spellEnd"/>
      <w:r w:rsidRPr="000C4913">
        <w:rPr>
          <w:b/>
          <w:bCs/>
          <w:lang w:val="nl-NL"/>
        </w:rPr>
        <w:t>:</w:t>
      </w:r>
      <w:r w:rsidRPr="000C4913">
        <w:rPr>
          <w:lang w:val="nl-NL"/>
        </w:rPr>
        <w:t> </w:t>
      </w:r>
      <w:proofErr w:type="spellStart"/>
      <w:r w:rsidRPr="000C4913">
        <w:rPr>
          <w:lang w:val="nl-NL"/>
        </w:rPr>
        <w:t>approx</w:t>
      </w:r>
      <w:proofErr w:type="spellEnd"/>
      <w:r w:rsidRPr="000C4913">
        <w:rPr>
          <w:lang w:val="nl-NL"/>
        </w:rPr>
        <w:t xml:space="preserve">. 25,500 </w:t>
      </w:r>
      <w:proofErr w:type="spellStart"/>
      <w:r w:rsidR="00C30E17">
        <w:rPr>
          <w:lang w:val="nl-NL"/>
        </w:rPr>
        <w:t>sq</w:t>
      </w:r>
      <w:r w:rsidRPr="000C4913">
        <w:rPr>
          <w:lang w:val="nl-NL"/>
        </w:rPr>
        <w:t>m</w:t>
      </w:r>
      <w:proofErr w:type="spellEnd"/>
      <w:r w:rsidRPr="000C4913">
        <w:rPr>
          <w:lang w:val="nl-NL"/>
        </w:rPr>
        <w:t xml:space="preserve"> GFA</w:t>
      </w:r>
    </w:p>
    <w:p w14:paraId="4B477708" w14:textId="77777777" w:rsidR="000C4913" w:rsidRPr="000C4913" w:rsidRDefault="000C4913" w:rsidP="000C4913">
      <w:pPr>
        <w:pStyle w:val="LetterText"/>
        <w:numPr>
          <w:ilvl w:val="0"/>
          <w:numId w:val="8"/>
        </w:numPr>
        <w:rPr>
          <w:lang w:val="nl-NL"/>
        </w:rPr>
      </w:pPr>
      <w:proofErr w:type="spellStart"/>
      <w:r w:rsidRPr="000C4913">
        <w:rPr>
          <w:b/>
          <w:bCs/>
          <w:lang w:val="nl-NL"/>
        </w:rPr>
        <w:t>Height</w:t>
      </w:r>
      <w:proofErr w:type="spellEnd"/>
      <w:r w:rsidRPr="000C4913">
        <w:rPr>
          <w:b/>
          <w:bCs/>
          <w:lang w:val="nl-NL"/>
        </w:rPr>
        <w:t>:</w:t>
      </w:r>
      <w:r w:rsidRPr="000C4913">
        <w:rPr>
          <w:lang w:val="nl-NL"/>
        </w:rPr>
        <w:t xml:space="preserve"> 15 </w:t>
      </w:r>
      <w:proofErr w:type="spellStart"/>
      <w:r w:rsidRPr="000C4913">
        <w:rPr>
          <w:lang w:val="nl-NL"/>
        </w:rPr>
        <w:t>floors</w:t>
      </w:r>
      <w:proofErr w:type="spellEnd"/>
    </w:p>
    <w:p w14:paraId="0FAE4ABF" w14:textId="234B9A81" w:rsidR="000C4913" w:rsidRPr="000C4913" w:rsidRDefault="000C4913" w:rsidP="000C4913">
      <w:pPr>
        <w:pStyle w:val="LetterText"/>
        <w:numPr>
          <w:ilvl w:val="0"/>
          <w:numId w:val="8"/>
        </w:numPr>
        <w:rPr>
          <w:lang w:val="nl-NL"/>
        </w:rPr>
      </w:pPr>
      <w:r w:rsidRPr="000C4913">
        <w:rPr>
          <w:b/>
          <w:bCs/>
          <w:lang w:val="nl-NL"/>
        </w:rPr>
        <w:t xml:space="preserve">Office </w:t>
      </w:r>
      <w:proofErr w:type="spellStart"/>
      <w:r w:rsidR="00C30E17">
        <w:rPr>
          <w:b/>
          <w:bCs/>
          <w:lang w:val="nl-NL"/>
        </w:rPr>
        <w:t>s</w:t>
      </w:r>
      <w:r w:rsidRPr="000C4913">
        <w:rPr>
          <w:b/>
          <w:bCs/>
          <w:lang w:val="nl-NL"/>
        </w:rPr>
        <w:t>pace</w:t>
      </w:r>
      <w:proofErr w:type="spellEnd"/>
      <w:r w:rsidRPr="000C4913">
        <w:rPr>
          <w:b/>
          <w:bCs/>
          <w:lang w:val="nl-NL"/>
        </w:rPr>
        <w:t>:</w:t>
      </w:r>
      <w:r w:rsidRPr="000C4913">
        <w:rPr>
          <w:lang w:val="nl-NL"/>
        </w:rPr>
        <w:t xml:space="preserve"> 24,000 </w:t>
      </w:r>
      <w:proofErr w:type="spellStart"/>
      <w:r w:rsidR="00C30E17">
        <w:rPr>
          <w:lang w:val="nl-NL"/>
        </w:rPr>
        <w:t>sq</w:t>
      </w:r>
      <w:r w:rsidRPr="000C4913">
        <w:rPr>
          <w:lang w:val="nl-NL"/>
        </w:rPr>
        <w:t>m</w:t>
      </w:r>
      <w:proofErr w:type="spellEnd"/>
      <w:r w:rsidRPr="000C4913">
        <w:rPr>
          <w:lang w:val="nl-NL"/>
        </w:rPr>
        <w:t xml:space="preserve"> GFA</w:t>
      </w:r>
    </w:p>
    <w:p w14:paraId="2C7636E3" w14:textId="591ED1E4" w:rsidR="000C4913" w:rsidRPr="000C4913" w:rsidRDefault="000C4913" w:rsidP="000C4913">
      <w:pPr>
        <w:pStyle w:val="LetterText"/>
        <w:numPr>
          <w:ilvl w:val="0"/>
          <w:numId w:val="8"/>
        </w:numPr>
        <w:rPr>
          <w:lang w:val="nl-NL"/>
        </w:rPr>
      </w:pPr>
      <w:proofErr w:type="spellStart"/>
      <w:r w:rsidRPr="000C4913">
        <w:rPr>
          <w:b/>
          <w:bCs/>
          <w:lang w:val="nl-NL"/>
        </w:rPr>
        <w:t>Amenities</w:t>
      </w:r>
      <w:proofErr w:type="spellEnd"/>
      <w:r w:rsidRPr="000C4913">
        <w:rPr>
          <w:b/>
          <w:bCs/>
          <w:lang w:val="nl-NL"/>
        </w:rPr>
        <w:t>:</w:t>
      </w:r>
      <w:r w:rsidRPr="000C4913">
        <w:rPr>
          <w:lang w:val="nl-NL"/>
        </w:rPr>
        <w:t xml:space="preserve"> 1,500 </w:t>
      </w:r>
      <w:proofErr w:type="spellStart"/>
      <w:r w:rsidR="00C30E17">
        <w:rPr>
          <w:lang w:val="nl-NL"/>
        </w:rPr>
        <w:t>sq</w:t>
      </w:r>
      <w:r w:rsidRPr="000C4913">
        <w:rPr>
          <w:lang w:val="nl-NL"/>
        </w:rPr>
        <w:t>m</w:t>
      </w:r>
      <w:proofErr w:type="spellEnd"/>
      <w:r w:rsidRPr="000C4913">
        <w:rPr>
          <w:lang w:val="nl-NL"/>
        </w:rPr>
        <w:t xml:space="preserve"> GFA</w:t>
      </w:r>
    </w:p>
    <w:p w14:paraId="4E247077" w14:textId="2702CA5C" w:rsidR="000C4913" w:rsidRPr="000C4913" w:rsidRDefault="000C4913" w:rsidP="000C4913">
      <w:pPr>
        <w:pStyle w:val="LetterText"/>
        <w:numPr>
          <w:ilvl w:val="0"/>
          <w:numId w:val="8"/>
        </w:numPr>
        <w:rPr>
          <w:lang w:val="en-US"/>
        </w:rPr>
      </w:pPr>
      <w:r w:rsidRPr="000C4913">
        <w:rPr>
          <w:b/>
          <w:bCs/>
          <w:lang w:val="en-US"/>
        </w:rPr>
        <w:t xml:space="preserve">Sustainability </w:t>
      </w:r>
      <w:r w:rsidR="00C30E17">
        <w:rPr>
          <w:b/>
          <w:bCs/>
          <w:lang w:val="en-US"/>
        </w:rPr>
        <w:t>a</w:t>
      </w:r>
      <w:r w:rsidRPr="000C4913">
        <w:rPr>
          <w:b/>
          <w:bCs/>
          <w:lang w:val="en-US"/>
        </w:rPr>
        <w:t>mbitions:</w:t>
      </w:r>
      <w:r w:rsidRPr="000C4913">
        <w:rPr>
          <w:lang w:val="en-US"/>
        </w:rPr>
        <w:t> BREEAM Excellent and WELL Core Gold certification</w:t>
      </w:r>
    </w:p>
    <w:p w14:paraId="66FB6270" w14:textId="4E31AE0C" w:rsidR="000C4913" w:rsidRPr="000C4913" w:rsidRDefault="000C4913" w:rsidP="000C4913">
      <w:pPr>
        <w:pStyle w:val="LetterText"/>
        <w:numPr>
          <w:ilvl w:val="0"/>
          <w:numId w:val="8"/>
        </w:numPr>
        <w:rPr>
          <w:lang w:val="nl-NL"/>
        </w:rPr>
      </w:pPr>
      <w:proofErr w:type="spellStart"/>
      <w:r w:rsidRPr="000C4913">
        <w:rPr>
          <w:b/>
          <w:bCs/>
          <w:lang w:val="nl-NL"/>
        </w:rPr>
        <w:t>Planned</w:t>
      </w:r>
      <w:proofErr w:type="spellEnd"/>
      <w:r w:rsidRPr="000C4913">
        <w:rPr>
          <w:b/>
          <w:bCs/>
          <w:lang w:val="nl-NL"/>
        </w:rPr>
        <w:t xml:space="preserve"> </w:t>
      </w:r>
      <w:proofErr w:type="spellStart"/>
      <w:r w:rsidR="00C30E17">
        <w:rPr>
          <w:b/>
          <w:bCs/>
          <w:lang w:val="nl-NL"/>
        </w:rPr>
        <w:t>c</w:t>
      </w:r>
      <w:r w:rsidRPr="000C4913">
        <w:rPr>
          <w:b/>
          <w:bCs/>
          <w:lang w:val="nl-NL"/>
        </w:rPr>
        <w:t>ompletion</w:t>
      </w:r>
      <w:proofErr w:type="spellEnd"/>
      <w:r w:rsidRPr="000C4913">
        <w:rPr>
          <w:b/>
          <w:bCs/>
          <w:lang w:val="nl-NL"/>
        </w:rPr>
        <w:t>:</w:t>
      </w:r>
      <w:r w:rsidRPr="000C4913">
        <w:rPr>
          <w:lang w:val="nl-NL"/>
        </w:rPr>
        <w:t> H2 2027</w:t>
      </w:r>
    </w:p>
    <w:p w14:paraId="7FA22C48" w14:textId="77777777" w:rsidR="00C30E17" w:rsidRDefault="00C30E17" w:rsidP="000C4913">
      <w:pPr>
        <w:pStyle w:val="LetterText"/>
        <w:rPr>
          <w:u w:val="single"/>
          <w:lang w:val="en-US"/>
        </w:rPr>
      </w:pPr>
    </w:p>
    <w:p w14:paraId="54FC6164" w14:textId="5E40FB92" w:rsidR="000C4913" w:rsidRPr="000C4913" w:rsidRDefault="000C4913" w:rsidP="000C4913">
      <w:pPr>
        <w:pStyle w:val="LetterText"/>
        <w:rPr>
          <w:lang w:val="en-US"/>
        </w:rPr>
      </w:pPr>
      <w:r w:rsidRPr="000C4913">
        <w:rPr>
          <w:b/>
          <w:bCs/>
          <w:lang w:val="en-US"/>
        </w:rPr>
        <w:t xml:space="preserve">Social </w:t>
      </w:r>
      <w:r w:rsidR="00C30E17">
        <w:rPr>
          <w:b/>
          <w:bCs/>
          <w:lang w:val="en-US"/>
        </w:rPr>
        <w:t>m</w:t>
      </w:r>
      <w:r w:rsidRPr="000C4913">
        <w:rPr>
          <w:b/>
          <w:bCs/>
          <w:lang w:val="en-US"/>
        </w:rPr>
        <w:t>edia</w:t>
      </w:r>
      <w:r w:rsidRPr="000C4913">
        <w:rPr>
          <w:b/>
          <w:bCs/>
          <w:lang w:val="en-US"/>
        </w:rPr>
        <w:br/>
      </w:r>
      <w:r w:rsidRPr="000C4913">
        <w:rPr>
          <w:b/>
          <w:bCs/>
          <w:lang w:val="en-US"/>
        </w:rPr>
        <w:br/>
      </w:r>
      <w:r w:rsidRPr="000C4913">
        <w:rPr>
          <w:u w:val="single"/>
          <w:lang w:val="en-US"/>
        </w:rPr>
        <w:t>Tags for LinkedIn</w:t>
      </w:r>
    </w:p>
    <w:p w14:paraId="71311915" w14:textId="77777777" w:rsidR="000C4913" w:rsidRPr="000C4913" w:rsidRDefault="000C4913" w:rsidP="000C4913">
      <w:pPr>
        <w:pStyle w:val="LetterText"/>
        <w:numPr>
          <w:ilvl w:val="0"/>
          <w:numId w:val="9"/>
        </w:numPr>
        <w:rPr>
          <w:lang w:val="nl-NL"/>
        </w:rPr>
      </w:pPr>
      <w:hyperlink r:id="rId20" w:history="1">
        <w:r w:rsidRPr="000C4913">
          <w:rPr>
            <w:rStyle w:val="Hyperlink"/>
            <w:lang w:val="nl-NL"/>
          </w:rPr>
          <w:t>Mahler 1</w:t>
        </w:r>
      </w:hyperlink>
    </w:p>
    <w:p w14:paraId="039C4015" w14:textId="77777777" w:rsidR="000C4913" w:rsidRPr="000C4913" w:rsidRDefault="000C4913" w:rsidP="000C4913">
      <w:pPr>
        <w:pStyle w:val="LetterText"/>
        <w:numPr>
          <w:ilvl w:val="0"/>
          <w:numId w:val="9"/>
        </w:numPr>
        <w:rPr>
          <w:lang w:val="nl-NL"/>
        </w:rPr>
      </w:pPr>
      <w:hyperlink r:id="rId21" w:history="1">
        <w:proofErr w:type="spellStart"/>
        <w:r w:rsidRPr="000C4913">
          <w:rPr>
            <w:rStyle w:val="Hyperlink"/>
            <w:lang w:val="nl-NL"/>
          </w:rPr>
          <w:t>Victory</w:t>
        </w:r>
        <w:proofErr w:type="spellEnd"/>
        <w:r w:rsidRPr="000C4913">
          <w:rPr>
            <w:rStyle w:val="Hyperlink"/>
            <w:lang w:val="nl-NL"/>
          </w:rPr>
          <w:t xml:space="preserve"> Group</w:t>
        </w:r>
      </w:hyperlink>
    </w:p>
    <w:p w14:paraId="1C530613" w14:textId="77777777" w:rsidR="000C4913" w:rsidRPr="000C4913" w:rsidRDefault="000C4913" w:rsidP="000C4913">
      <w:pPr>
        <w:pStyle w:val="LetterText"/>
        <w:numPr>
          <w:ilvl w:val="0"/>
          <w:numId w:val="9"/>
        </w:numPr>
        <w:rPr>
          <w:lang w:val="nl-NL"/>
        </w:rPr>
      </w:pPr>
      <w:hyperlink r:id="rId22" w:history="1">
        <w:r w:rsidRPr="000C4913">
          <w:rPr>
            <w:rStyle w:val="Hyperlink"/>
            <w:lang w:val="nl-NL"/>
          </w:rPr>
          <w:t>LMTD</w:t>
        </w:r>
      </w:hyperlink>
    </w:p>
    <w:p w14:paraId="381CD354" w14:textId="77777777" w:rsidR="000C4913" w:rsidRPr="000C4913" w:rsidRDefault="000C4913" w:rsidP="000C4913">
      <w:pPr>
        <w:pStyle w:val="LetterText"/>
        <w:numPr>
          <w:ilvl w:val="0"/>
          <w:numId w:val="9"/>
        </w:numPr>
        <w:rPr>
          <w:lang w:val="nl-NL"/>
        </w:rPr>
      </w:pPr>
      <w:hyperlink r:id="rId23" w:history="1">
        <w:r w:rsidRPr="000C4913">
          <w:rPr>
            <w:rStyle w:val="Hyperlink"/>
            <w:lang w:val="nl-NL"/>
          </w:rPr>
          <w:t>3XN GXN</w:t>
        </w:r>
      </w:hyperlink>
    </w:p>
    <w:p w14:paraId="44E421D8" w14:textId="77777777" w:rsidR="000C4913" w:rsidRPr="000C4913" w:rsidRDefault="000C4913" w:rsidP="000C4913">
      <w:pPr>
        <w:pStyle w:val="LetterText"/>
        <w:numPr>
          <w:ilvl w:val="0"/>
          <w:numId w:val="9"/>
        </w:numPr>
        <w:rPr>
          <w:lang w:val="nl-NL"/>
        </w:rPr>
      </w:pPr>
      <w:hyperlink r:id="rId24" w:history="1">
        <w:r w:rsidRPr="000C4913">
          <w:rPr>
            <w:rStyle w:val="Hyperlink"/>
            <w:lang w:val="nl-NL"/>
          </w:rPr>
          <w:t xml:space="preserve">Erik </w:t>
        </w:r>
        <w:proofErr w:type="spellStart"/>
        <w:r w:rsidRPr="000C4913">
          <w:rPr>
            <w:rStyle w:val="Hyperlink"/>
            <w:lang w:val="nl-NL"/>
          </w:rPr>
          <w:t>Dhont</w:t>
        </w:r>
        <w:proofErr w:type="spellEnd"/>
        <w:r w:rsidRPr="000C4913">
          <w:rPr>
            <w:rStyle w:val="Hyperlink"/>
            <w:lang w:val="nl-NL"/>
          </w:rPr>
          <w:t xml:space="preserve"> Landscape </w:t>
        </w:r>
        <w:proofErr w:type="spellStart"/>
        <w:r w:rsidRPr="000C4913">
          <w:rPr>
            <w:rStyle w:val="Hyperlink"/>
            <w:lang w:val="nl-NL"/>
          </w:rPr>
          <w:t>Architects</w:t>
        </w:r>
        <w:proofErr w:type="spellEnd"/>
      </w:hyperlink>
    </w:p>
    <w:p w14:paraId="5AFB4B68" w14:textId="77777777" w:rsidR="00C30E17" w:rsidRDefault="00C30E17" w:rsidP="000C4913">
      <w:pPr>
        <w:pStyle w:val="LetterText"/>
        <w:rPr>
          <w:u w:val="single"/>
          <w:lang w:val="en-US"/>
        </w:rPr>
      </w:pPr>
    </w:p>
    <w:p w14:paraId="7EF33D9F" w14:textId="7221B3A2" w:rsidR="000C4913" w:rsidRDefault="000C4913" w:rsidP="000C4913">
      <w:pPr>
        <w:pStyle w:val="LetterText"/>
        <w:rPr>
          <w:lang w:val="en-US"/>
        </w:rPr>
      </w:pPr>
      <w:r w:rsidRPr="000C4913">
        <w:rPr>
          <w:u w:val="single"/>
          <w:lang w:val="en-US"/>
        </w:rPr>
        <w:t xml:space="preserve">Boilerplate for </w:t>
      </w:r>
      <w:r w:rsidR="00C30E17">
        <w:rPr>
          <w:u w:val="single"/>
          <w:lang w:val="en-US"/>
        </w:rPr>
        <w:t>s</w:t>
      </w:r>
      <w:r w:rsidRPr="000C4913">
        <w:rPr>
          <w:u w:val="single"/>
          <w:lang w:val="en-US"/>
        </w:rPr>
        <w:t xml:space="preserve">ocial </w:t>
      </w:r>
      <w:r w:rsidR="00C30E17">
        <w:rPr>
          <w:u w:val="single"/>
          <w:lang w:val="en-US"/>
        </w:rPr>
        <w:t>m</w:t>
      </w:r>
      <w:r w:rsidRPr="000C4913">
        <w:rPr>
          <w:u w:val="single"/>
          <w:lang w:val="en-US"/>
        </w:rPr>
        <w:t xml:space="preserve">edia </w:t>
      </w:r>
      <w:r w:rsidR="00C30E17">
        <w:rPr>
          <w:u w:val="single"/>
          <w:lang w:val="en-US"/>
        </w:rPr>
        <w:t>p</w:t>
      </w:r>
      <w:r w:rsidRPr="000C4913">
        <w:rPr>
          <w:u w:val="single"/>
          <w:lang w:val="en-US"/>
        </w:rPr>
        <w:t>osts:</w:t>
      </w:r>
      <w:r w:rsidRPr="000C4913">
        <w:rPr>
          <w:lang w:val="en-US"/>
        </w:rPr>
        <w:t> </w:t>
      </w:r>
      <w:r w:rsidRPr="000C4913">
        <w:rPr>
          <w:lang w:val="en-US"/>
        </w:rPr>
        <w:br/>
      </w:r>
      <w:r w:rsidRPr="000C4913">
        <w:rPr>
          <w:lang w:val="en-US"/>
        </w:rPr>
        <w:br/>
        <w:t>Mahler 1 is a project by Icon Real Estate, part of </w:t>
      </w:r>
      <w:hyperlink r:id="rId25" w:history="1">
        <w:proofErr w:type="spellStart"/>
        <w:r w:rsidR="00C30E17" w:rsidRPr="000C4913">
          <w:rPr>
            <w:rStyle w:val="Hyperlink"/>
            <w:lang w:val="nl-NL"/>
          </w:rPr>
          <w:t>Victory</w:t>
        </w:r>
        <w:proofErr w:type="spellEnd"/>
        <w:r w:rsidR="00C30E17" w:rsidRPr="000C4913">
          <w:rPr>
            <w:rStyle w:val="Hyperlink"/>
            <w:lang w:val="nl-NL"/>
          </w:rPr>
          <w:t xml:space="preserve"> Group</w:t>
        </w:r>
      </w:hyperlink>
      <w:r w:rsidRPr="000C4913">
        <w:rPr>
          <w:lang w:val="en-US"/>
        </w:rPr>
        <w:t>, in collaboration with developer</w:t>
      </w:r>
      <w:r w:rsidRPr="000C4913">
        <w:rPr>
          <w:b/>
          <w:bCs/>
          <w:lang w:val="en-US"/>
        </w:rPr>
        <w:t xml:space="preserve"> </w:t>
      </w:r>
      <w:hyperlink r:id="rId26" w:history="1">
        <w:r w:rsidR="00C30E17" w:rsidRPr="000C4913">
          <w:rPr>
            <w:rStyle w:val="Hyperlink"/>
            <w:lang w:val="nl-NL"/>
          </w:rPr>
          <w:t>LMTD</w:t>
        </w:r>
      </w:hyperlink>
      <w:r w:rsidRPr="000C4913">
        <w:rPr>
          <w:lang w:val="en-US"/>
        </w:rPr>
        <w:t>, architecture firm</w:t>
      </w:r>
      <w:r w:rsidRPr="000C4913">
        <w:rPr>
          <w:b/>
          <w:bCs/>
          <w:lang w:val="en-US"/>
        </w:rPr>
        <w:t xml:space="preserve"> </w:t>
      </w:r>
      <w:hyperlink r:id="rId27" w:history="1">
        <w:r w:rsidR="00C30E17" w:rsidRPr="000C4913">
          <w:rPr>
            <w:rStyle w:val="Hyperlink"/>
            <w:lang w:val="nl-NL"/>
          </w:rPr>
          <w:t>3XN GXN</w:t>
        </w:r>
      </w:hyperlink>
      <w:r w:rsidRPr="000C4913">
        <w:rPr>
          <w:lang w:val="en-US"/>
        </w:rPr>
        <w:t>, and </w:t>
      </w:r>
      <w:hyperlink r:id="rId28" w:history="1">
        <w:r w:rsidR="00C30E17" w:rsidRPr="000C4913">
          <w:rPr>
            <w:rStyle w:val="Hyperlink"/>
            <w:lang w:val="nl-NL"/>
          </w:rPr>
          <w:t xml:space="preserve">Erik </w:t>
        </w:r>
        <w:proofErr w:type="spellStart"/>
        <w:r w:rsidR="00C30E17" w:rsidRPr="000C4913">
          <w:rPr>
            <w:rStyle w:val="Hyperlink"/>
            <w:lang w:val="nl-NL"/>
          </w:rPr>
          <w:t>Dhont</w:t>
        </w:r>
        <w:proofErr w:type="spellEnd"/>
        <w:r w:rsidR="00C30E17" w:rsidRPr="000C4913">
          <w:rPr>
            <w:rStyle w:val="Hyperlink"/>
            <w:lang w:val="nl-NL"/>
          </w:rPr>
          <w:t xml:space="preserve"> Landscape </w:t>
        </w:r>
        <w:proofErr w:type="spellStart"/>
        <w:r w:rsidR="00C30E17" w:rsidRPr="000C4913">
          <w:rPr>
            <w:rStyle w:val="Hyperlink"/>
            <w:lang w:val="nl-NL"/>
          </w:rPr>
          <w:t>Architects</w:t>
        </w:r>
        <w:proofErr w:type="spellEnd"/>
      </w:hyperlink>
      <w:r w:rsidRPr="000C4913">
        <w:rPr>
          <w:lang w:val="en-US"/>
        </w:rPr>
        <w:t>.</w:t>
      </w:r>
    </w:p>
    <w:p w14:paraId="017C72BF" w14:textId="77777777" w:rsidR="00C30E17" w:rsidRPr="000C4913" w:rsidRDefault="00C30E17" w:rsidP="000C4913">
      <w:pPr>
        <w:pStyle w:val="LetterText"/>
        <w:rPr>
          <w:lang w:val="en-US"/>
        </w:rPr>
      </w:pPr>
    </w:p>
    <w:p w14:paraId="548FFB04" w14:textId="34548865" w:rsidR="000C4913" w:rsidRPr="000C4913" w:rsidRDefault="000C4913" w:rsidP="000C4913">
      <w:pPr>
        <w:pStyle w:val="LetterText"/>
        <w:rPr>
          <w:u w:val="single"/>
          <w:lang w:val="en-US"/>
        </w:rPr>
      </w:pPr>
      <w:r w:rsidRPr="000C4913">
        <w:rPr>
          <w:u w:val="single"/>
          <w:lang w:val="en-US"/>
        </w:rPr>
        <w:t>Tags for Instagram:</w:t>
      </w:r>
      <w:r w:rsidR="00C30E17">
        <w:rPr>
          <w:u w:val="single"/>
          <w:lang w:val="en-US"/>
        </w:rPr>
        <w:t xml:space="preserve"> </w:t>
      </w:r>
      <w:hyperlink r:id="rId29" w:history="1">
        <w:r w:rsidRPr="000C4913">
          <w:rPr>
            <w:rStyle w:val="Hyperlink"/>
            <w:lang w:val="en-US"/>
          </w:rPr>
          <w:t>Mahler 1 Instagram</w:t>
        </w:r>
      </w:hyperlink>
    </w:p>
    <w:p w14:paraId="329DA4D7" w14:textId="180B6E41" w:rsidR="000C4913" w:rsidRPr="000C4913" w:rsidRDefault="000C4913" w:rsidP="000C4913">
      <w:pPr>
        <w:pStyle w:val="LetterText"/>
        <w:rPr>
          <w:lang w:val="en-US"/>
        </w:rPr>
      </w:pPr>
      <w:r w:rsidRPr="000C4913">
        <w:rPr>
          <w:lang w:val="en-US"/>
        </w:rPr>
        <w:t>Hashtag Suggestions:</w:t>
      </w:r>
      <w:r w:rsidR="00C30E17">
        <w:rPr>
          <w:lang w:val="en-US"/>
        </w:rPr>
        <w:br/>
      </w:r>
      <w:r w:rsidRPr="000C4913">
        <w:rPr>
          <w:lang w:val="en-US"/>
        </w:rPr>
        <w:br/>
        <w:t>#Mahler1 #IconRealEstate #RealEstate #Sustainability #ParisProof2050 #NetZero #HealthyOffice #EnergyEfficient #RealEstateDevelopment #Zuidas #Workplace #Landscape #Architecture #ModernOfficeSpace #Redevelopment #MixedUseDevelopment #AmsterdamRealEstate #ParisProofOffice #LimitedSpaceInfinitePotential</w:t>
      </w:r>
      <w:r w:rsidR="00C30E17">
        <w:rPr>
          <w:lang w:val="en-US"/>
        </w:rPr>
        <w:br/>
      </w:r>
    </w:p>
    <w:p w14:paraId="64C9A485" w14:textId="77777777" w:rsidR="000C4913" w:rsidRPr="000C4913" w:rsidRDefault="000C4913" w:rsidP="000C4913">
      <w:pPr>
        <w:pStyle w:val="LetterText"/>
        <w:rPr>
          <w:b/>
          <w:bCs/>
          <w:lang w:val="en-US"/>
        </w:rPr>
      </w:pPr>
      <w:r w:rsidRPr="000C4913">
        <w:rPr>
          <w:b/>
          <w:bCs/>
          <w:lang w:val="en-US"/>
        </w:rPr>
        <w:t>3. Miscellaneous</w:t>
      </w:r>
    </w:p>
    <w:p w14:paraId="73DA984A" w14:textId="51B668C4" w:rsidR="00B60279" w:rsidRDefault="000C4913" w:rsidP="000C4913">
      <w:pPr>
        <w:pStyle w:val="LetterText"/>
      </w:pPr>
      <w:r w:rsidRPr="000C4913">
        <w:rPr>
          <w:lang w:val="en-US"/>
        </w:rPr>
        <w:t>Do you have an interesting topic that deserves attention, or a significant milestone being reached? Let us know via </w:t>
      </w:r>
      <w:r w:rsidRPr="000C4913">
        <w:rPr>
          <w:b/>
          <w:bCs/>
          <w:lang w:val="en-US"/>
        </w:rPr>
        <w:t>IconRealEstate@cffcommunications.nl</w:t>
      </w:r>
      <w:r w:rsidRPr="000C4913">
        <w:rPr>
          <w:lang w:val="en-US"/>
        </w:rPr>
        <w:t> so we can consider featuring it in our news articles or on the project</w:t>
      </w:r>
      <w:r w:rsidR="00C30E17">
        <w:rPr>
          <w:lang w:val="en-US"/>
        </w:rPr>
        <w:t xml:space="preserve"> website</w:t>
      </w:r>
    </w:p>
    <w:p w14:paraId="56D750E4" w14:textId="3C7753AF" w:rsidR="00410020" w:rsidRDefault="00410020" w:rsidP="00946E97">
      <w:pPr>
        <w:pStyle w:val="LetterText"/>
      </w:pPr>
    </w:p>
    <w:sectPr w:rsidR="00410020" w:rsidSect="00946E97">
      <w:footerReference w:type="default" r:id="rId30"/>
      <w:headerReference w:type="first" r:id="rId31"/>
      <w:footerReference w:type="first" r:id="rId32"/>
      <w:pgSz w:w="11906" w:h="16838" w:code="9"/>
      <w:pgMar w:top="1440" w:right="1440" w:bottom="1440" w:left="1440"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5683B" w14:textId="77777777" w:rsidR="006707B7" w:rsidRDefault="006707B7" w:rsidP="002F3695">
      <w:r>
        <w:separator/>
      </w:r>
    </w:p>
  </w:endnote>
  <w:endnote w:type="continuationSeparator" w:id="0">
    <w:p w14:paraId="4FAA157D" w14:textId="77777777" w:rsidR="006707B7" w:rsidRDefault="006707B7" w:rsidP="002F3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Gotham Light">
    <w:panose1 w:val="00000000000000000000"/>
    <w:charset w:val="00"/>
    <w:family w:val="auto"/>
    <w:notTrueType/>
    <w:pitch w:val="variable"/>
    <w:sig w:usb0="A00002FF" w:usb1="4000005B" w:usb2="00000000" w:usb3="00000000" w:csb0="0000009F" w:csb1="00000000"/>
  </w:font>
  <w:font w:name="Gotham Medium">
    <w:panose1 w:val="02000603030000020004"/>
    <w:charset w:val="4D"/>
    <w:family w:val="auto"/>
    <w:pitch w:val="variable"/>
    <w:sig w:usb0="800000AF" w:usb1="40000048" w:usb2="00000000" w:usb3="00000000" w:csb0="00000111" w:csb1="00000000"/>
  </w:font>
  <w:font w:name="Gotham Bold">
    <w:panose1 w:val="00000000000000000000"/>
    <w:charset w:val="00"/>
    <w:family w:val="auto"/>
    <w:notTrueType/>
    <w:pitch w:val="variable"/>
    <w:sig w:usb0="A000007F" w:usb1="4000004A"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083BB" w14:textId="77777777" w:rsidR="006E2776" w:rsidRDefault="005C60F5" w:rsidP="005C60F5">
    <w:pPr>
      <w:pStyle w:val="Footer"/>
    </w:pPr>
    <w:r w:rsidRPr="005C60F5">
      <w:t>Icon Real Estate, part of Victory Group</w:t>
    </w:r>
  </w:p>
  <w:p w14:paraId="5E6D21E7" w14:textId="392E2508" w:rsidR="002F3695" w:rsidRPr="005C60F5" w:rsidRDefault="005C60F5" w:rsidP="005C60F5">
    <w:pPr>
      <w:pStyle w:val="Footer"/>
    </w:pPr>
    <w:r w:rsidRPr="005C60F5">
      <w:rPr>
        <w:noProof/>
      </w:rPr>
      <mc:AlternateContent>
        <mc:Choice Requires="wps">
          <w:drawing>
            <wp:anchor distT="0" distB="0" distL="114300" distR="114300" simplePos="0" relativeHeight="251667456" behindDoc="0" locked="0" layoutInCell="1" allowOverlap="1" wp14:anchorId="3EB11C34" wp14:editId="2B93C08C">
              <wp:simplePos x="0" y="0"/>
              <wp:positionH relativeFrom="page">
                <wp:posOffset>5483225</wp:posOffset>
              </wp:positionH>
              <wp:positionV relativeFrom="page">
                <wp:posOffset>10092055</wp:posOffset>
              </wp:positionV>
              <wp:extent cx="2077085" cy="53975"/>
              <wp:effectExtent l="0" t="0" r="0" b="3175"/>
              <wp:wrapNone/>
              <wp:docPr id="21" name="Rectangle 21"/>
              <wp:cNvGraphicFramePr/>
              <a:graphic xmlns:a="http://schemas.openxmlformats.org/drawingml/2006/main">
                <a:graphicData uri="http://schemas.microsoft.com/office/word/2010/wordprocessingShape">
                  <wps:wsp>
                    <wps:cNvSpPr/>
                    <wps:spPr>
                      <a:xfrm>
                        <a:off x="0" y="0"/>
                        <a:ext cx="2077085" cy="539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9584AE" id="Rectangle 21" o:spid="_x0000_s1026" style="position:absolute;margin-left:431.75pt;margin-top:794.65pt;width:163.55pt;height:4.25pt;z-index:25166745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" fillcolor="#1d1d1b [3204]" stroked="f" strokeweight="1pt">
              <w10:wrap anchorx="page" anchory="page"/>
            </v:rect>
          </w:pict>
        </mc:Fallback>
      </mc:AlternateContent>
    </w:r>
    <w:r w:rsidR="006E2776">
      <w:t>Confidential and trade secret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64961" w14:textId="77777777" w:rsidR="006E2776" w:rsidRDefault="005C60F5" w:rsidP="005C60F5">
    <w:pPr>
      <w:pStyle w:val="Footer"/>
    </w:pPr>
    <w:r w:rsidRPr="005C60F5">
      <w:t>Icon Real Estate, part of Victory Group</w:t>
    </w:r>
  </w:p>
  <w:p w14:paraId="033C85C5" w14:textId="10B6913E" w:rsidR="002F3695" w:rsidRPr="005C60F5" w:rsidRDefault="002F3695" w:rsidP="005C60F5">
    <w:pPr>
      <w:pStyle w:val="Footer"/>
    </w:pPr>
    <w:r w:rsidRPr="005C60F5">
      <w:rPr>
        <w:noProof/>
      </w:rPr>
      <mc:AlternateContent>
        <mc:Choice Requires="wps">
          <w:drawing>
            <wp:anchor distT="0" distB="0" distL="114300" distR="114300" simplePos="0" relativeHeight="251665408" behindDoc="0" locked="0" layoutInCell="1" allowOverlap="1" wp14:anchorId="30DFBB75" wp14:editId="12273CAA">
              <wp:simplePos x="0" y="0"/>
              <wp:positionH relativeFrom="page">
                <wp:posOffset>5483225</wp:posOffset>
              </wp:positionH>
              <wp:positionV relativeFrom="page">
                <wp:posOffset>10092055</wp:posOffset>
              </wp:positionV>
              <wp:extent cx="2077085" cy="53975"/>
              <wp:effectExtent l="0" t="0" r="0" b="3175"/>
              <wp:wrapNone/>
              <wp:docPr id="17" name="Rectangle 17"/>
              <wp:cNvGraphicFramePr/>
              <a:graphic xmlns:a="http://schemas.openxmlformats.org/drawingml/2006/main">
                <a:graphicData uri="http://schemas.microsoft.com/office/word/2010/wordprocessingShape">
                  <wps:wsp>
                    <wps:cNvSpPr/>
                    <wps:spPr>
                      <a:xfrm>
                        <a:off x="0" y="0"/>
                        <a:ext cx="2077085" cy="539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E45079" id="Rectangle 17" o:spid="_x0000_s1026" style="position:absolute;margin-left:431.75pt;margin-top:794.65pt;width:163.55pt;height:4.25pt;z-index:25166540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" fillcolor="#1d1d1b [3204]" stroked="f" strokeweight="1pt">
              <w10:wrap anchorx="page" anchory="page"/>
            </v:rect>
          </w:pict>
        </mc:Fallback>
      </mc:AlternateContent>
    </w:r>
    <w:r w:rsidR="006E2776">
      <w:t>Confidential and trade secret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8D94A" w14:textId="77777777" w:rsidR="006707B7" w:rsidRDefault="006707B7" w:rsidP="002F3695">
      <w:r>
        <w:separator/>
      </w:r>
    </w:p>
  </w:footnote>
  <w:footnote w:type="continuationSeparator" w:id="0">
    <w:p w14:paraId="17E5A9CB" w14:textId="77777777" w:rsidR="006707B7" w:rsidRDefault="006707B7" w:rsidP="002F3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51BEB" w14:textId="77777777" w:rsidR="00946E97" w:rsidRDefault="00946E97" w:rsidP="002F3695">
    <w:pPr>
      <w:pStyle w:val="Header"/>
    </w:pPr>
  </w:p>
  <w:p w14:paraId="7C3CE9CC" w14:textId="77777777" w:rsidR="00946E97" w:rsidRDefault="00946E97" w:rsidP="002F3695">
    <w:pPr>
      <w:pStyle w:val="Header"/>
    </w:pPr>
  </w:p>
  <w:p w14:paraId="47E238BC" w14:textId="77777777" w:rsidR="00946E97" w:rsidRDefault="00946E97" w:rsidP="002F3695">
    <w:pPr>
      <w:pStyle w:val="Header"/>
    </w:pPr>
  </w:p>
  <w:p w14:paraId="4CA76747" w14:textId="77777777" w:rsidR="00946E97" w:rsidRDefault="00946E97" w:rsidP="002F3695">
    <w:pPr>
      <w:pStyle w:val="Header"/>
    </w:pPr>
  </w:p>
  <w:p w14:paraId="4D31E69C" w14:textId="77777777" w:rsidR="00946E97" w:rsidRDefault="00946E97" w:rsidP="002F3695">
    <w:pPr>
      <w:pStyle w:val="Header"/>
    </w:pPr>
  </w:p>
  <w:p w14:paraId="0E68C405" w14:textId="77777777" w:rsidR="00946E97" w:rsidRDefault="00946E97" w:rsidP="002F3695">
    <w:pPr>
      <w:pStyle w:val="Header"/>
    </w:pPr>
  </w:p>
  <w:p w14:paraId="6434A305" w14:textId="77777777" w:rsidR="00946E97" w:rsidRDefault="00946E97" w:rsidP="002F3695">
    <w:pPr>
      <w:pStyle w:val="Header"/>
    </w:pPr>
  </w:p>
  <w:p w14:paraId="525EE14A" w14:textId="77777777" w:rsidR="00946E97" w:rsidRDefault="00946E97" w:rsidP="002F3695">
    <w:pPr>
      <w:pStyle w:val="Header"/>
    </w:pPr>
  </w:p>
  <w:p w14:paraId="1CF5B1FF" w14:textId="77777777" w:rsidR="00946E97" w:rsidRDefault="00946E97" w:rsidP="002F3695">
    <w:pPr>
      <w:pStyle w:val="Header"/>
    </w:pPr>
  </w:p>
  <w:p w14:paraId="18BA3C83" w14:textId="77777777" w:rsidR="00946E97" w:rsidRDefault="00946E97" w:rsidP="002F3695">
    <w:pPr>
      <w:pStyle w:val="Header"/>
    </w:pPr>
  </w:p>
  <w:p w14:paraId="3BB01BE5" w14:textId="77777777" w:rsidR="00410020" w:rsidRDefault="00410020" w:rsidP="00946E97">
    <w:pPr>
      <w:pStyle w:val="Header"/>
      <w:spacing w:after="60"/>
    </w:pPr>
    <w:r>
      <w:rPr>
        <w:noProof/>
      </w:rPr>
      <mc:AlternateContent>
        <mc:Choice Requires="wpg">
          <w:drawing>
            <wp:anchor distT="0" distB="0" distL="114300" distR="114300" simplePos="0" relativeHeight="251663360" behindDoc="0" locked="0" layoutInCell="1" allowOverlap="1" wp14:anchorId="5E4E838A" wp14:editId="05192652">
              <wp:simplePos x="0" y="0"/>
              <wp:positionH relativeFrom="page">
                <wp:posOffset>914400</wp:posOffset>
              </wp:positionH>
              <wp:positionV relativeFrom="page">
                <wp:posOffset>914400</wp:posOffset>
              </wp:positionV>
              <wp:extent cx="1260000" cy="460800"/>
              <wp:effectExtent l="0" t="0" r="0" b="0"/>
              <wp:wrapNone/>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260000" cy="460800"/>
                        <a:chOff x="0" y="0"/>
                        <a:chExt cx="941260" cy="345281"/>
                      </a:xfrm>
                    </wpg:grpSpPr>
                    <wps:wsp>
                      <wps:cNvPr id="11" name="Freeform: Shape 11"/>
                      <wps:cNvSpPr/>
                      <wps:spPr>
                        <a:xfrm>
                          <a:off x="0" y="0"/>
                          <a:ext cx="67437" cy="238506"/>
                        </a:xfrm>
                        <a:custGeom>
                          <a:avLst/>
                          <a:gdLst>
                            <a:gd name="connsiteX0" fmla="*/ 0 w 67437"/>
                            <a:gd name="connsiteY0" fmla="*/ 0 h 238506"/>
                            <a:gd name="connsiteX1" fmla="*/ 67437 w 67437"/>
                            <a:gd name="connsiteY1" fmla="*/ 0 h 238506"/>
                            <a:gd name="connsiteX2" fmla="*/ 67437 w 67437"/>
                            <a:gd name="connsiteY2" fmla="*/ 238506 h 238506"/>
                            <a:gd name="connsiteX3" fmla="*/ 0 w 67437"/>
                            <a:gd name="connsiteY3" fmla="*/ 238506 h 238506"/>
                          </a:gdLst>
                          <a:ahLst/>
                          <a:cxnLst>
                            <a:cxn ang="0">
                              <a:pos x="connsiteX0" y="connsiteY0"/>
                            </a:cxn>
                            <a:cxn ang="0">
                              <a:pos x="connsiteX1" y="connsiteY1"/>
                            </a:cxn>
                            <a:cxn ang="0">
                              <a:pos x="connsiteX2" y="connsiteY2"/>
                            </a:cxn>
                            <a:cxn ang="0">
                              <a:pos x="connsiteX3" y="connsiteY3"/>
                            </a:cxn>
                          </a:cxnLst>
                          <a:rect l="l" t="t" r="r" b="b"/>
                          <a:pathLst>
                            <a:path w="67437" h="238506">
                              <a:moveTo>
                                <a:pt x="0" y="0"/>
                              </a:moveTo>
                              <a:lnTo>
                                <a:pt x="67437" y="0"/>
                              </a:lnTo>
                              <a:lnTo>
                                <a:pt x="67437" y="238506"/>
                              </a:lnTo>
                              <a:lnTo>
                                <a:pt x="0" y="238506"/>
                              </a:lnTo>
                              <a:close/>
                            </a:path>
                          </a:pathLst>
                        </a:custGeom>
                        <a:solidFill>
                          <a:srgbClr val="1D1D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12" name="Graphic 1"/>
                      <wpg:cNvGrpSpPr/>
                      <wpg:grpSpPr>
                        <a:xfrm>
                          <a:off x="133350" y="0"/>
                          <a:ext cx="531875" cy="248126"/>
                          <a:chOff x="130397" y="0"/>
                          <a:chExt cx="531875" cy="248126"/>
                        </a:xfrm>
                        <a:solidFill>
                          <a:srgbClr val="1D1D1B"/>
                        </a:solidFill>
                      </wpg:grpSpPr>
                      <wps:wsp>
                        <wps:cNvPr id="13" name="Freeform: Shape 13"/>
                        <wps:cNvSpPr/>
                        <wps:spPr>
                          <a:xfrm>
                            <a:off x="130397" y="0"/>
                            <a:ext cx="233838" cy="248126"/>
                          </a:xfrm>
                          <a:custGeom>
                            <a:avLst/>
                            <a:gdLst>
                              <a:gd name="connsiteX0" fmla="*/ 63913 w 233838"/>
                              <a:gd name="connsiteY0" fmla="*/ 232124 h 248126"/>
                              <a:gd name="connsiteX1" fmla="*/ 17050 w 233838"/>
                              <a:gd name="connsiteY1" fmla="*/ 188024 h 248126"/>
                              <a:gd name="connsiteX2" fmla="*/ 0 w 233838"/>
                              <a:gd name="connsiteY2" fmla="*/ 124016 h 248126"/>
                              <a:gd name="connsiteX3" fmla="*/ 17050 w 233838"/>
                              <a:gd name="connsiteY3" fmla="*/ 60008 h 248126"/>
                              <a:gd name="connsiteX4" fmla="*/ 63913 w 233838"/>
                              <a:gd name="connsiteY4" fmla="*/ 15907 h 248126"/>
                              <a:gd name="connsiteX5" fmla="*/ 131255 w 233838"/>
                              <a:gd name="connsiteY5" fmla="*/ 0 h 248126"/>
                              <a:gd name="connsiteX6" fmla="*/ 190214 w 233838"/>
                              <a:gd name="connsiteY6" fmla="*/ 11621 h 248126"/>
                              <a:gd name="connsiteX7" fmla="*/ 233839 w 233838"/>
                              <a:gd name="connsiteY7" fmla="*/ 44958 h 248126"/>
                              <a:gd name="connsiteX8" fmla="*/ 190881 w 233838"/>
                              <a:gd name="connsiteY8" fmla="*/ 83820 h 248126"/>
                              <a:gd name="connsiteX9" fmla="*/ 134684 w 233838"/>
                              <a:gd name="connsiteY9" fmla="*/ 55912 h 248126"/>
                              <a:gd name="connsiteX10" fmla="*/ 100108 w 233838"/>
                              <a:gd name="connsiteY10" fmla="*/ 64389 h 248126"/>
                              <a:gd name="connsiteX11" fmla="*/ 76581 w 233838"/>
                              <a:gd name="connsiteY11" fmla="*/ 88392 h 248126"/>
                              <a:gd name="connsiteX12" fmla="*/ 68199 w 233838"/>
                              <a:gd name="connsiteY12" fmla="*/ 124016 h 248126"/>
                              <a:gd name="connsiteX13" fmla="*/ 76581 w 233838"/>
                              <a:gd name="connsiteY13" fmla="*/ 159639 h 248126"/>
                              <a:gd name="connsiteX14" fmla="*/ 100108 w 233838"/>
                              <a:gd name="connsiteY14" fmla="*/ 183642 h 248126"/>
                              <a:gd name="connsiteX15" fmla="*/ 134684 w 233838"/>
                              <a:gd name="connsiteY15" fmla="*/ 192119 h 248126"/>
                              <a:gd name="connsiteX16" fmla="*/ 190881 w 233838"/>
                              <a:gd name="connsiteY16" fmla="*/ 164211 h 248126"/>
                              <a:gd name="connsiteX17" fmla="*/ 233839 w 233838"/>
                              <a:gd name="connsiteY17" fmla="*/ 203073 h 248126"/>
                              <a:gd name="connsiteX18" fmla="*/ 190214 w 233838"/>
                              <a:gd name="connsiteY18" fmla="*/ 236506 h 248126"/>
                              <a:gd name="connsiteX19" fmla="*/ 131255 w 233838"/>
                              <a:gd name="connsiteY19" fmla="*/ 248126 h 248126"/>
                              <a:gd name="connsiteX20" fmla="*/ 63913 w 233838"/>
                              <a:gd name="connsiteY20" fmla="*/ 232124 h 2481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33838" h="248126">
                                <a:moveTo>
                                  <a:pt x="63913" y="232124"/>
                                </a:moveTo>
                                <a:cubicBezTo>
                                  <a:pt x="44006" y="221552"/>
                                  <a:pt x="28385" y="206883"/>
                                  <a:pt x="17050" y="188024"/>
                                </a:cubicBezTo>
                                <a:cubicBezTo>
                                  <a:pt x="5715" y="169164"/>
                                  <a:pt x="0" y="147828"/>
                                  <a:pt x="0" y="124016"/>
                                </a:cubicBezTo>
                                <a:cubicBezTo>
                                  <a:pt x="0" y="100203"/>
                                  <a:pt x="5715" y="78867"/>
                                  <a:pt x="17050" y="60008"/>
                                </a:cubicBezTo>
                                <a:cubicBezTo>
                                  <a:pt x="28385" y="41148"/>
                                  <a:pt x="44006" y="26480"/>
                                  <a:pt x="63913" y="15907"/>
                                </a:cubicBezTo>
                                <a:cubicBezTo>
                                  <a:pt x="83820" y="5239"/>
                                  <a:pt x="106204" y="0"/>
                                  <a:pt x="131255" y="0"/>
                                </a:cubicBezTo>
                                <a:cubicBezTo>
                                  <a:pt x="153067" y="0"/>
                                  <a:pt x="172688" y="3810"/>
                                  <a:pt x="190214" y="11621"/>
                                </a:cubicBezTo>
                                <a:cubicBezTo>
                                  <a:pt x="207645" y="19336"/>
                                  <a:pt x="222218" y="30480"/>
                                  <a:pt x="233839" y="44958"/>
                                </a:cubicBezTo>
                                <a:lnTo>
                                  <a:pt x="190881" y="83820"/>
                                </a:lnTo>
                                <a:cubicBezTo>
                                  <a:pt x="175451" y="65246"/>
                                  <a:pt x="156686" y="55912"/>
                                  <a:pt x="134684" y="55912"/>
                                </a:cubicBezTo>
                                <a:cubicBezTo>
                                  <a:pt x="121730" y="55912"/>
                                  <a:pt x="110204" y="58769"/>
                                  <a:pt x="100108" y="64389"/>
                                </a:cubicBezTo>
                                <a:cubicBezTo>
                                  <a:pt x="90011" y="70104"/>
                                  <a:pt x="82201" y="78105"/>
                                  <a:pt x="76581" y="88392"/>
                                </a:cubicBezTo>
                                <a:cubicBezTo>
                                  <a:pt x="71057" y="98774"/>
                                  <a:pt x="68199" y="110585"/>
                                  <a:pt x="68199" y="124016"/>
                                </a:cubicBezTo>
                                <a:cubicBezTo>
                                  <a:pt x="68199" y="137446"/>
                                  <a:pt x="70961" y="149257"/>
                                  <a:pt x="76581" y="159639"/>
                                </a:cubicBezTo>
                                <a:cubicBezTo>
                                  <a:pt x="82106" y="170021"/>
                                  <a:pt x="90011" y="178022"/>
                                  <a:pt x="100108" y="183642"/>
                                </a:cubicBezTo>
                                <a:cubicBezTo>
                                  <a:pt x="110204" y="189357"/>
                                  <a:pt x="121730" y="192119"/>
                                  <a:pt x="134684" y="192119"/>
                                </a:cubicBezTo>
                                <a:cubicBezTo>
                                  <a:pt x="156686" y="192119"/>
                                  <a:pt x="175451" y="182785"/>
                                  <a:pt x="190881" y="164211"/>
                                </a:cubicBezTo>
                                <a:lnTo>
                                  <a:pt x="233839" y="203073"/>
                                </a:lnTo>
                                <a:cubicBezTo>
                                  <a:pt x="222218" y="217646"/>
                                  <a:pt x="207740" y="228791"/>
                                  <a:pt x="190214" y="236506"/>
                                </a:cubicBezTo>
                                <a:cubicBezTo>
                                  <a:pt x="172688" y="244221"/>
                                  <a:pt x="153067" y="248126"/>
                                  <a:pt x="131255" y="248126"/>
                                </a:cubicBezTo>
                                <a:cubicBezTo>
                                  <a:pt x="106204" y="248031"/>
                                  <a:pt x="83820" y="242697"/>
                                  <a:pt x="63913" y="232124"/>
                                </a:cubicBezTo>
                              </a:path>
                            </a:pathLst>
                          </a:custGeom>
                          <a:solidFill>
                            <a:srgbClr val="1D1D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 name="Freeform: Shape 14"/>
                        <wps:cNvSpPr/>
                        <wps:spPr>
                          <a:xfrm>
                            <a:off x="397192" y="0"/>
                            <a:ext cx="265080" cy="248031"/>
                          </a:xfrm>
                          <a:custGeom>
                            <a:avLst/>
                            <a:gdLst>
                              <a:gd name="connsiteX0" fmla="*/ 64579 w 265080"/>
                              <a:gd name="connsiteY0" fmla="*/ 232029 h 248031"/>
                              <a:gd name="connsiteX1" fmla="*/ 17240 w 265080"/>
                              <a:gd name="connsiteY1" fmla="*/ 187738 h 248031"/>
                              <a:gd name="connsiteX2" fmla="*/ 0 w 265080"/>
                              <a:gd name="connsiteY2" fmla="*/ 124016 h 248031"/>
                              <a:gd name="connsiteX3" fmla="*/ 17240 w 265080"/>
                              <a:gd name="connsiteY3" fmla="*/ 60293 h 248031"/>
                              <a:gd name="connsiteX4" fmla="*/ 64579 w 265080"/>
                              <a:gd name="connsiteY4" fmla="*/ 16002 h 248031"/>
                              <a:gd name="connsiteX5" fmla="*/ 132493 w 265080"/>
                              <a:gd name="connsiteY5" fmla="*/ 0 h 248031"/>
                              <a:gd name="connsiteX6" fmla="*/ 200501 w 265080"/>
                              <a:gd name="connsiteY6" fmla="*/ 16002 h 248031"/>
                              <a:gd name="connsiteX7" fmla="*/ 247841 w 265080"/>
                              <a:gd name="connsiteY7" fmla="*/ 60293 h 248031"/>
                              <a:gd name="connsiteX8" fmla="*/ 265081 w 265080"/>
                              <a:gd name="connsiteY8" fmla="*/ 124016 h 248031"/>
                              <a:gd name="connsiteX9" fmla="*/ 247841 w 265080"/>
                              <a:gd name="connsiteY9" fmla="*/ 187738 h 248031"/>
                              <a:gd name="connsiteX10" fmla="*/ 200501 w 265080"/>
                              <a:gd name="connsiteY10" fmla="*/ 232029 h 248031"/>
                              <a:gd name="connsiteX11" fmla="*/ 132493 w 265080"/>
                              <a:gd name="connsiteY11" fmla="*/ 248031 h 248031"/>
                              <a:gd name="connsiteX12" fmla="*/ 64579 w 265080"/>
                              <a:gd name="connsiteY12" fmla="*/ 232029 h 248031"/>
                              <a:gd name="connsiteX13" fmla="*/ 165259 w 265080"/>
                              <a:gd name="connsiteY13" fmla="*/ 183642 h 248031"/>
                              <a:gd name="connsiteX14" fmla="*/ 188404 w 265080"/>
                              <a:gd name="connsiteY14" fmla="*/ 159639 h 248031"/>
                              <a:gd name="connsiteX15" fmla="*/ 196882 w 265080"/>
                              <a:gd name="connsiteY15" fmla="*/ 124016 h 248031"/>
                              <a:gd name="connsiteX16" fmla="*/ 188404 w 265080"/>
                              <a:gd name="connsiteY16" fmla="*/ 88392 h 248031"/>
                              <a:gd name="connsiteX17" fmla="*/ 165259 w 265080"/>
                              <a:gd name="connsiteY17" fmla="*/ 64389 h 248031"/>
                              <a:gd name="connsiteX18" fmla="*/ 132588 w 265080"/>
                              <a:gd name="connsiteY18" fmla="*/ 55912 h 248031"/>
                              <a:gd name="connsiteX19" fmla="*/ 99917 w 265080"/>
                              <a:gd name="connsiteY19" fmla="*/ 64389 h 248031"/>
                              <a:gd name="connsiteX20" fmla="*/ 76771 w 265080"/>
                              <a:gd name="connsiteY20" fmla="*/ 88392 h 248031"/>
                              <a:gd name="connsiteX21" fmla="*/ 68294 w 265080"/>
                              <a:gd name="connsiteY21" fmla="*/ 124016 h 248031"/>
                              <a:gd name="connsiteX22" fmla="*/ 76771 w 265080"/>
                              <a:gd name="connsiteY22" fmla="*/ 159639 h 248031"/>
                              <a:gd name="connsiteX23" fmla="*/ 99917 w 265080"/>
                              <a:gd name="connsiteY23" fmla="*/ 183642 h 248031"/>
                              <a:gd name="connsiteX24" fmla="*/ 132588 w 265080"/>
                              <a:gd name="connsiteY24" fmla="*/ 192119 h 248031"/>
                              <a:gd name="connsiteX25" fmla="*/ 165259 w 265080"/>
                              <a:gd name="connsiteY25" fmla="*/ 183642 h 24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265080" h="248031">
                                <a:moveTo>
                                  <a:pt x="64579" y="232029"/>
                                </a:moveTo>
                                <a:cubicBezTo>
                                  <a:pt x="44482" y="221361"/>
                                  <a:pt x="28670" y="206597"/>
                                  <a:pt x="17240" y="187738"/>
                                </a:cubicBezTo>
                                <a:cubicBezTo>
                                  <a:pt x="5810" y="168878"/>
                                  <a:pt x="0" y="147638"/>
                                  <a:pt x="0" y="124016"/>
                                </a:cubicBezTo>
                                <a:cubicBezTo>
                                  <a:pt x="0" y="100394"/>
                                  <a:pt x="5715" y="79153"/>
                                  <a:pt x="17240" y="60293"/>
                                </a:cubicBezTo>
                                <a:cubicBezTo>
                                  <a:pt x="28670" y="41434"/>
                                  <a:pt x="44482" y="26670"/>
                                  <a:pt x="64579" y="16002"/>
                                </a:cubicBezTo>
                                <a:cubicBezTo>
                                  <a:pt x="84677" y="5334"/>
                                  <a:pt x="107347" y="0"/>
                                  <a:pt x="132493" y="0"/>
                                </a:cubicBezTo>
                                <a:cubicBezTo>
                                  <a:pt x="157639" y="0"/>
                                  <a:pt x="180403" y="5334"/>
                                  <a:pt x="200501" y="16002"/>
                                </a:cubicBezTo>
                                <a:cubicBezTo>
                                  <a:pt x="220599" y="26670"/>
                                  <a:pt x="236410" y="41434"/>
                                  <a:pt x="247841" y="60293"/>
                                </a:cubicBezTo>
                                <a:cubicBezTo>
                                  <a:pt x="259270" y="79153"/>
                                  <a:pt x="265081" y="100394"/>
                                  <a:pt x="265081" y="124016"/>
                                </a:cubicBezTo>
                                <a:cubicBezTo>
                                  <a:pt x="265081" y="147638"/>
                                  <a:pt x="259366" y="168878"/>
                                  <a:pt x="247841" y="187738"/>
                                </a:cubicBezTo>
                                <a:cubicBezTo>
                                  <a:pt x="236410" y="206597"/>
                                  <a:pt x="220599" y="221361"/>
                                  <a:pt x="200501" y="232029"/>
                                </a:cubicBezTo>
                                <a:cubicBezTo>
                                  <a:pt x="180403" y="242697"/>
                                  <a:pt x="157734" y="248031"/>
                                  <a:pt x="132493" y="248031"/>
                                </a:cubicBezTo>
                                <a:cubicBezTo>
                                  <a:pt x="107251" y="248031"/>
                                  <a:pt x="84677" y="242697"/>
                                  <a:pt x="64579" y="232029"/>
                                </a:cubicBezTo>
                                <a:moveTo>
                                  <a:pt x="165259" y="183642"/>
                                </a:moveTo>
                                <a:cubicBezTo>
                                  <a:pt x="174974" y="177927"/>
                                  <a:pt x="182785" y="169926"/>
                                  <a:pt x="188404" y="159639"/>
                                </a:cubicBezTo>
                                <a:cubicBezTo>
                                  <a:pt x="194120" y="149352"/>
                                  <a:pt x="196882" y="137446"/>
                                  <a:pt x="196882" y="124016"/>
                                </a:cubicBezTo>
                                <a:cubicBezTo>
                                  <a:pt x="196882" y="110585"/>
                                  <a:pt x="194024" y="98774"/>
                                  <a:pt x="188404" y="88392"/>
                                </a:cubicBezTo>
                                <a:cubicBezTo>
                                  <a:pt x="182690" y="78010"/>
                                  <a:pt x="174974" y="70009"/>
                                  <a:pt x="165259" y="64389"/>
                                </a:cubicBezTo>
                                <a:cubicBezTo>
                                  <a:pt x="155448" y="58769"/>
                                  <a:pt x="144590" y="55912"/>
                                  <a:pt x="132588" y="55912"/>
                                </a:cubicBezTo>
                                <a:cubicBezTo>
                                  <a:pt x="120587" y="55912"/>
                                  <a:pt x="109633" y="58769"/>
                                  <a:pt x="99917" y="64389"/>
                                </a:cubicBezTo>
                                <a:cubicBezTo>
                                  <a:pt x="90106" y="70104"/>
                                  <a:pt x="82391" y="78105"/>
                                  <a:pt x="76771" y="88392"/>
                                </a:cubicBezTo>
                                <a:cubicBezTo>
                                  <a:pt x="71056" y="98679"/>
                                  <a:pt x="68294" y="110585"/>
                                  <a:pt x="68294" y="124016"/>
                                </a:cubicBezTo>
                                <a:cubicBezTo>
                                  <a:pt x="68294" y="137446"/>
                                  <a:pt x="71152" y="149257"/>
                                  <a:pt x="76771" y="159639"/>
                                </a:cubicBezTo>
                                <a:cubicBezTo>
                                  <a:pt x="82487" y="170021"/>
                                  <a:pt x="90202" y="178022"/>
                                  <a:pt x="99917" y="183642"/>
                                </a:cubicBezTo>
                                <a:cubicBezTo>
                                  <a:pt x="109728" y="189357"/>
                                  <a:pt x="120587" y="192119"/>
                                  <a:pt x="132588" y="192119"/>
                                </a:cubicBezTo>
                                <a:cubicBezTo>
                                  <a:pt x="144590" y="192119"/>
                                  <a:pt x="155448" y="189262"/>
                                  <a:pt x="165259" y="183642"/>
                                </a:cubicBezTo>
                              </a:path>
                            </a:pathLst>
                          </a:custGeom>
                          <a:solidFill>
                            <a:srgbClr val="1D1D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15" name="Freeform: Shape 15"/>
                      <wps:cNvSpPr/>
                      <wps:spPr>
                        <a:xfrm>
                          <a:off x="714375" y="0"/>
                          <a:ext cx="226885" cy="238506"/>
                        </a:xfrm>
                        <a:custGeom>
                          <a:avLst/>
                          <a:gdLst>
                            <a:gd name="connsiteX0" fmla="*/ 226886 w 226885"/>
                            <a:gd name="connsiteY0" fmla="*/ 0 h 238506"/>
                            <a:gd name="connsiteX1" fmla="*/ 226886 w 226885"/>
                            <a:gd name="connsiteY1" fmla="*/ 238506 h 238506"/>
                            <a:gd name="connsiteX2" fmla="*/ 171355 w 226885"/>
                            <a:gd name="connsiteY2" fmla="*/ 238506 h 238506"/>
                            <a:gd name="connsiteX3" fmla="*/ 66104 w 226885"/>
                            <a:gd name="connsiteY3" fmla="*/ 111443 h 238506"/>
                            <a:gd name="connsiteX4" fmla="*/ 66104 w 226885"/>
                            <a:gd name="connsiteY4" fmla="*/ 238506 h 238506"/>
                            <a:gd name="connsiteX5" fmla="*/ 0 w 226885"/>
                            <a:gd name="connsiteY5" fmla="*/ 238506 h 238506"/>
                            <a:gd name="connsiteX6" fmla="*/ 0 w 226885"/>
                            <a:gd name="connsiteY6" fmla="*/ 0 h 238506"/>
                            <a:gd name="connsiteX7" fmla="*/ 55531 w 226885"/>
                            <a:gd name="connsiteY7" fmla="*/ 0 h 238506"/>
                            <a:gd name="connsiteX8" fmla="*/ 160782 w 226885"/>
                            <a:gd name="connsiteY8" fmla="*/ 127064 h 238506"/>
                            <a:gd name="connsiteX9" fmla="*/ 160782 w 226885"/>
                            <a:gd name="connsiteY9" fmla="*/ 0 h 2385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6885" h="238506">
                              <a:moveTo>
                                <a:pt x="226886" y="0"/>
                              </a:moveTo>
                              <a:lnTo>
                                <a:pt x="226886" y="238506"/>
                              </a:lnTo>
                              <a:lnTo>
                                <a:pt x="171355" y="238506"/>
                              </a:lnTo>
                              <a:lnTo>
                                <a:pt x="66104" y="111443"/>
                              </a:lnTo>
                              <a:lnTo>
                                <a:pt x="66104" y="238506"/>
                              </a:lnTo>
                              <a:lnTo>
                                <a:pt x="0" y="238506"/>
                              </a:lnTo>
                              <a:lnTo>
                                <a:pt x="0" y="0"/>
                              </a:lnTo>
                              <a:lnTo>
                                <a:pt x="55531" y="0"/>
                              </a:lnTo>
                              <a:lnTo>
                                <a:pt x="160782" y="127064"/>
                              </a:lnTo>
                              <a:lnTo>
                                <a:pt x="160782" y="0"/>
                              </a:lnTo>
                              <a:close/>
                            </a:path>
                          </a:pathLst>
                        </a:custGeom>
                        <a:solidFill>
                          <a:srgbClr val="1D1D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714375" y="304800"/>
                          <a:ext cx="226885" cy="40481"/>
                        </a:xfrm>
                        <a:custGeom>
                          <a:avLst/>
                          <a:gdLst>
                            <a:gd name="connsiteX0" fmla="*/ 0 w 226885"/>
                            <a:gd name="connsiteY0" fmla="*/ 0 h 40481"/>
                            <a:gd name="connsiteX1" fmla="*/ 226885 w 226885"/>
                            <a:gd name="connsiteY1" fmla="*/ 0 h 40481"/>
                            <a:gd name="connsiteX2" fmla="*/ 226885 w 226885"/>
                            <a:gd name="connsiteY2" fmla="*/ 40481 h 40481"/>
                            <a:gd name="connsiteX3" fmla="*/ 0 w 226885"/>
                            <a:gd name="connsiteY3" fmla="*/ 40481 h 40481"/>
                          </a:gdLst>
                          <a:ahLst/>
                          <a:cxnLst>
                            <a:cxn ang="0">
                              <a:pos x="connsiteX0" y="connsiteY0"/>
                            </a:cxn>
                            <a:cxn ang="0">
                              <a:pos x="connsiteX1" y="connsiteY1"/>
                            </a:cxn>
                            <a:cxn ang="0">
                              <a:pos x="connsiteX2" y="connsiteY2"/>
                            </a:cxn>
                            <a:cxn ang="0">
                              <a:pos x="connsiteX3" y="connsiteY3"/>
                            </a:cxn>
                          </a:cxnLst>
                          <a:rect l="l" t="t" r="r" b="b"/>
                          <a:pathLst>
                            <a:path w="226885" h="40481">
                              <a:moveTo>
                                <a:pt x="0" y="0"/>
                              </a:moveTo>
                              <a:lnTo>
                                <a:pt x="226885" y="0"/>
                              </a:lnTo>
                              <a:lnTo>
                                <a:pt x="226885" y="40481"/>
                              </a:lnTo>
                              <a:lnTo>
                                <a:pt x="0" y="40481"/>
                              </a:lnTo>
                              <a:close/>
                            </a:path>
                          </a:pathLst>
                        </a:custGeom>
                        <a:solidFill>
                          <a:srgbClr val="1D1D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1BBE21" id="Group 10" o:spid="_x0000_s1026" style="position:absolute;margin-left:1in;margin-top:1in;width:99.2pt;height:36.3pt;z-index:251663360;mso-position-horizontal-relative:page;mso-position-vertical-relative:page;mso-width-relative:margin;mso-height-relative:margin" coordsize="9412,34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">
              <o:lock v:ext="edit" aspectratio="t"/>
              <v:shape id="Freeform: Shape 11" o:spid="_x0000_s1027" style="position:absolute;width:674;height:2385;visibility:visible;mso-wrap-style:square;v-text-anchor:middle" coordsize="67437,23850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" path="m,l67437,r,238506l,238506,,xe" fillcolor="#1d1d1b" stroked="f">
                <v:stroke joinstyle="miter"/>
                <v:path arrowok="t" o:connecttype="custom" o:connectlocs="0,0;67437,0;67437,238506;0,238506" o:connectangles="0,0,0,0"/>
              </v:shape>
              <v:group id="Graphic 1" o:spid="_x0000_s1028" style="position:absolute;left:1333;width:5319;height:2481" coordorigin="1303" coordsize="5318,24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">
                <v:shape id="Freeform: Shape 13" o:spid="_x0000_s1029" style="position:absolute;left:1303;width:2339;height:2481;visibility:visible;mso-wrap-style:square;v-text-anchor:middle" coordsize="233838,24812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" path="m63913,232124c44006,221552,28385,206883,17050,188024,5715,169164,,147828,,124016,,100203,5715,78867,17050,60008,28385,41148,44006,26480,63913,15907,83820,5239,106204,,131255,v21812,,41433,3810,58959,11621c207645,19336,222218,30480,233839,44958l190881,83820c175451,65246,156686,55912,134684,55912v-12954,,-24480,2857,-34576,8477c90011,70104,82201,78105,76581,88392v-5524,10382,-8382,22193,-8382,35624c68199,137446,70961,149257,76581,159639v5525,10382,13430,18383,23527,24003c110204,189357,121730,192119,134684,192119v22002,,40767,-9334,56197,-27908l233839,203073v-11621,14573,-26099,25718,-43625,33433c172688,244221,153067,248126,131255,248126v-25051,-95,-47435,-5429,-67342,-16002e" fillcolor="#1d1d1b" stroked="f">
                  <v:stroke joinstyle="miter"/>
                  <v:path arrowok="t" o:connecttype="custom" o:connectlocs="63913,232124;17050,188024;0,124016;17050,60008;63913,15907;131255,0;190214,11621;233839,44958;190881,83820;134684,55912;100108,64389;76581,88392;68199,124016;76581,159639;100108,183642;134684,192119;190881,164211;233839,203073;190214,236506;131255,248126;63913,232124" o:connectangles="0,0,0,0,0,0,0,0,0,0,0,0,0,0,0,0,0,0,0,0,0"/>
                </v:shape>
                <v:shape id="Freeform: Shape 14" o:spid="_x0000_s1030" style="position:absolute;left:3971;width:2651;height:2480;visibility:visible;mso-wrap-style:square;v-text-anchor:middle" coordsize="265080,2480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" path="m64579,232029c44482,221361,28670,206597,17240,187738,5810,168878,,147638,,124016,,100394,5715,79153,17240,60293,28670,41434,44482,26670,64579,16002,84677,5334,107347,,132493,v25146,,47910,5334,68008,16002c220599,26670,236410,41434,247841,60293v11429,18860,17240,40101,17240,63723c265081,147638,259366,168878,247841,187738v-11431,18859,-27242,33623,-47340,44291c180403,242697,157734,248031,132493,248031v-25242,,-47816,-5334,-67914,-16002m165259,183642v9715,-5715,17526,-13716,23145,-24003c194120,149352,196882,137446,196882,124016v,-13431,-2858,-25242,-8478,-35624c182690,78010,174974,70009,165259,64389v-9811,-5620,-20669,-8477,-32671,-8477c120587,55912,109633,58769,99917,64389,90106,70104,82391,78105,76771,88392v-5715,10287,-8477,22193,-8477,35624c68294,137446,71152,149257,76771,159639v5716,10382,13431,18383,23146,24003c109728,189357,120587,192119,132588,192119v12002,,22860,-2857,32671,-8477e" fillcolor="#1d1d1b" stroked="f">
                  <v:stroke joinstyle="miter"/>
                  <v:path arrowok="t" o:connecttype="custom" o:connectlocs="64579,232029;17240,187738;0,124016;17240,60293;64579,16002;132493,0;200501,16002;247841,60293;265081,124016;247841,187738;200501,232029;132493,248031;64579,232029;165259,183642;188404,159639;196882,124016;188404,88392;165259,64389;132588,55912;99917,64389;76771,88392;68294,124016;76771,159639;99917,183642;132588,192119;165259,183642" o:connectangles="0,0,0,0,0,0,0,0,0,0,0,0,0,0,0,0,0,0,0,0,0,0,0,0,0,0"/>
                </v:shape>
              </v:group>
              <v:shape id="Freeform: Shape 15" o:spid="_x0000_s1031" style="position:absolute;left:7143;width:2269;height:2385;visibility:visible;mso-wrap-style:square;v-text-anchor:middle" coordsize="226885,23850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" path="m226886,r,238506l171355,238506,66104,111443r,127063l,238506,,,55531,,160782,127064,160782,r66104,xe" fillcolor="#1d1d1b" stroked="f">
                <v:stroke joinstyle="miter"/>
                <v:path arrowok="t" o:connecttype="custom" o:connectlocs="226886,0;226886,238506;171355,238506;66104,111443;66104,238506;0,238506;0,0;55531,0;160782,127064;160782,0" o:connectangles="0,0,0,0,0,0,0,0,0,0"/>
              </v:shape>
              <v:shape id="Freeform: Shape 16" o:spid="_x0000_s1032" style="position:absolute;left:7143;top:3048;width:2269;height:404;visibility:visible;mso-wrap-style:square;v-text-anchor:middle" coordsize="226885,404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" path="m,l226885,r,40481l,40481,,xe" fillcolor="#1d1d1b" stroked="f">
                <v:stroke joinstyle="miter"/>
                <v:path arrowok="t" o:connecttype="custom" o:connectlocs="0,0;226885,0;226885,40481;0,40481" o:connectangles="0,0,0,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31A97"/>
    <w:multiLevelType w:val="hybridMultilevel"/>
    <w:tmpl w:val="93D62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82604F"/>
    <w:multiLevelType w:val="multilevel"/>
    <w:tmpl w:val="EDBAB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E31B4A"/>
    <w:multiLevelType w:val="multilevel"/>
    <w:tmpl w:val="42120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AF7F1F"/>
    <w:multiLevelType w:val="hybridMultilevel"/>
    <w:tmpl w:val="BE007D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D0F21D5"/>
    <w:multiLevelType w:val="multilevel"/>
    <w:tmpl w:val="3F88C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7E2708"/>
    <w:multiLevelType w:val="hybridMultilevel"/>
    <w:tmpl w:val="40B0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6E286B"/>
    <w:multiLevelType w:val="multilevel"/>
    <w:tmpl w:val="70A037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59574C"/>
    <w:multiLevelType w:val="multilevel"/>
    <w:tmpl w:val="6C64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285675"/>
    <w:multiLevelType w:val="hybridMultilevel"/>
    <w:tmpl w:val="5C0A75E0"/>
    <w:lvl w:ilvl="0" w:tplc="0413000F">
      <w:start w:val="1"/>
      <w:numFmt w:val="decimal"/>
      <w:lvlText w:val="%1."/>
      <w:lvlJc w:val="left"/>
      <w:pPr>
        <w:ind w:left="36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7F053DA1"/>
    <w:multiLevelType w:val="hybridMultilevel"/>
    <w:tmpl w:val="71AA18BC"/>
    <w:lvl w:ilvl="0" w:tplc="C6E8606C">
      <w:start w:val="1"/>
      <w:numFmt w:val="bullet"/>
      <w:lvlText w:val="-"/>
      <w:lvlJc w:val="left"/>
      <w:pPr>
        <w:ind w:left="720" w:hanging="360"/>
      </w:pPr>
      <w:rPr>
        <w:rFonts w:ascii="Calibri Light" w:eastAsia="Times New Roman" w:hAnsi="Calibri Light" w:cs="Calibri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75835895">
    <w:abstractNumId w:val="5"/>
  </w:num>
  <w:num w:numId="2" w16cid:durableId="1316030392">
    <w:abstractNumId w:val="3"/>
  </w:num>
  <w:num w:numId="3" w16cid:durableId="1834904368">
    <w:abstractNumId w:val="9"/>
  </w:num>
  <w:num w:numId="4" w16cid:durableId="1039940871">
    <w:abstractNumId w:val="8"/>
  </w:num>
  <w:num w:numId="5" w16cid:durableId="1948081256">
    <w:abstractNumId w:val="6"/>
  </w:num>
  <w:num w:numId="6" w16cid:durableId="1785231607">
    <w:abstractNumId w:val="7"/>
  </w:num>
  <w:num w:numId="7" w16cid:durableId="2064788350">
    <w:abstractNumId w:val="4"/>
  </w:num>
  <w:num w:numId="8" w16cid:durableId="1864246968">
    <w:abstractNumId w:val="2"/>
  </w:num>
  <w:num w:numId="9" w16cid:durableId="654334080">
    <w:abstractNumId w:val="1"/>
  </w:num>
  <w:num w:numId="10" w16cid:durableId="170681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13"/>
    <w:rsid w:val="000C4913"/>
    <w:rsid w:val="001F7FF9"/>
    <w:rsid w:val="002F3695"/>
    <w:rsid w:val="003E2E7F"/>
    <w:rsid w:val="00410020"/>
    <w:rsid w:val="00547401"/>
    <w:rsid w:val="00547B87"/>
    <w:rsid w:val="005C60F5"/>
    <w:rsid w:val="0066761E"/>
    <w:rsid w:val="006707B7"/>
    <w:rsid w:val="006E2776"/>
    <w:rsid w:val="006F12A3"/>
    <w:rsid w:val="00732467"/>
    <w:rsid w:val="007A6C05"/>
    <w:rsid w:val="00946E97"/>
    <w:rsid w:val="00AA6BF3"/>
    <w:rsid w:val="00B45C99"/>
    <w:rsid w:val="00B60279"/>
    <w:rsid w:val="00C30E17"/>
    <w:rsid w:val="00C8008D"/>
    <w:rsid w:val="00DD176D"/>
    <w:rsid w:val="00FA1B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7F3926"/>
  <w15:chartTrackingRefBased/>
  <w15:docId w15:val="{3419E40F-EDD5-4141-A098-226756932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B87"/>
    <w:rPr>
      <w:color w:val="1D1D1B" w:themeColor="text1"/>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E97"/>
    <w:pPr>
      <w:tabs>
        <w:tab w:val="center" w:pos="4513"/>
        <w:tab w:val="right" w:pos="9026"/>
      </w:tabs>
      <w:spacing w:after="0" w:line="240" w:lineRule="auto"/>
    </w:pPr>
    <w:rPr>
      <w:sz w:val="15"/>
    </w:rPr>
  </w:style>
  <w:style w:type="character" w:customStyle="1" w:styleId="HeaderChar">
    <w:name w:val="Header Char"/>
    <w:basedOn w:val="DefaultParagraphFont"/>
    <w:link w:val="Header"/>
    <w:uiPriority w:val="99"/>
    <w:rsid w:val="00946E97"/>
    <w:rPr>
      <w:color w:val="1D1D1B" w:themeColor="text1"/>
      <w:sz w:val="15"/>
    </w:rPr>
  </w:style>
  <w:style w:type="paragraph" w:styleId="Footer">
    <w:name w:val="footer"/>
    <w:basedOn w:val="Normal"/>
    <w:link w:val="FooterChar"/>
    <w:uiPriority w:val="99"/>
    <w:unhideWhenUsed/>
    <w:rsid w:val="005C60F5"/>
    <w:pPr>
      <w:tabs>
        <w:tab w:val="center" w:pos="4513"/>
        <w:tab w:val="right" w:pos="9026"/>
      </w:tabs>
      <w:spacing w:after="0" w:line="240" w:lineRule="auto"/>
    </w:pPr>
    <w:rPr>
      <w:sz w:val="15"/>
      <w:szCs w:val="15"/>
    </w:rPr>
  </w:style>
  <w:style w:type="character" w:customStyle="1" w:styleId="FooterChar">
    <w:name w:val="Footer Char"/>
    <w:basedOn w:val="DefaultParagraphFont"/>
    <w:link w:val="Footer"/>
    <w:uiPriority w:val="99"/>
    <w:rsid w:val="005C60F5"/>
    <w:rPr>
      <w:color w:val="1D1D1B" w:themeColor="text1"/>
      <w:sz w:val="15"/>
      <w:szCs w:val="15"/>
    </w:rPr>
  </w:style>
  <w:style w:type="table" w:styleId="TableGrid">
    <w:name w:val="Table Grid"/>
    <w:basedOn w:val="TableNormal"/>
    <w:uiPriority w:val="39"/>
    <w:rsid w:val="004100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
    <w:name w:val="Sender"/>
    <w:basedOn w:val="Normal"/>
    <w:qFormat/>
    <w:rsid w:val="001F7FF9"/>
    <w:pPr>
      <w:spacing w:after="0" w:line="240" w:lineRule="auto"/>
    </w:pPr>
    <w:rPr>
      <w:rFonts w:asciiTheme="majorHAnsi" w:hAnsiTheme="majorHAnsi"/>
      <w:sz w:val="15"/>
      <w:szCs w:val="15"/>
    </w:rPr>
  </w:style>
  <w:style w:type="paragraph" w:customStyle="1" w:styleId="Address">
    <w:name w:val="Address"/>
    <w:basedOn w:val="Normal"/>
    <w:qFormat/>
    <w:rsid w:val="001F7FF9"/>
    <w:pPr>
      <w:spacing w:after="20" w:line="240" w:lineRule="auto"/>
    </w:pPr>
    <w:rPr>
      <w:sz w:val="15"/>
      <w:szCs w:val="15"/>
    </w:rPr>
  </w:style>
  <w:style w:type="paragraph" w:customStyle="1" w:styleId="LetterText">
    <w:name w:val="Letter Text"/>
    <w:basedOn w:val="Normal"/>
    <w:qFormat/>
    <w:rsid w:val="00B45C99"/>
    <w:pPr>
      <w:spacing w:after="220" w:line="245" w:lineRule="auto"/>
    </w:pPr>
  </w:style>
  <w:style w:type="character" w:styleId="CommentReference">
    <w:name w:val="annotation reference"/>
    <w:basedOn w:val="DefaultParagraphFont"/>
    <w:uiPriority w:val="99"/>
    <w:semiHidden/>
    <w:unhideWhenUsed/>
    <w:rsid w:val="000C4913"/>
    <w:rPr>
      <w:sz w:val="16"/>
      <w:szCs w:val="16"/>
    </w:rPr>
  </w:style>
  <w:style w:type="character" w:styleId="Hyperlink">
    <w:name w:val="Hyperlink"/>
    <w:basedOn w:val="DefaultParagraphFont"/>
    <w:uiPriority w:val="99"/>
    <w:unhideWhenUsed/>
    <w:rsid w:val="000C4913"/>
    <w:rPr>
      <w:color w:val="1D1D1B" w:themeColor="hyperlink"/>
      <w:u w:val="single"/>
    </w:rPr>
  </w:style>
  <w:style w:type="character" w:styleId="UnresolvedMention">
    <w:name w:val="Unresolved Mention"/>
    <w:basedOn w:val="DefaultParagraphFont"/>
    <w:uiPriority w:val="99"/>
    <w:semiHidden/>
    <w:unhideWhenUsed/>
    <w:rsid w:val="000C4913"/>
    <w:rPr>
      <w:color w:val="605E5C"/>
      <w:shd w:val="clear" w:color="auto" w:fill="E1DFDD"/>
    </w:rPr>
  </w:style>
  <w:style w:type="character" w:styleId="FollowedHyperlink">
    <w:name w:val="FollowedHyperlink"/>
    <w:basedOn w:val="DefaultParagraphFont"/>
    <w:uiPriority w:val="99"/>
    <w:semiHidden/>
    <w:unhideWhenUsed/>
    <w:rsid w:val="000C4913"/>
    <w:rPr>
      <w:color w:val="1D1D1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nkedin.com/company/victory-advisors-limited" TargetMode="External"/><Relationship Id="rId18" Type="http://schemas.openxmlformats.org/officeDocument/2006/relationships/hyperlink" Target="mailto:IconRealEstate@cffcommunications.nl" TargetMode="External"/><Relationship Id="rId26" Type="http://schemas.openxmlformats.org/officeDocument/2006/relationships/hyperlink" Target="https://www.linkedin.com/company/lmtdevelopment" TargetMode="External"/><Relationship Id="rId3" Type="http://schemas.openxmlformats.org/officeDocument/2006/relationships/settings" Target="settings.xml"/><Relationship Id="rId21" Type="http://schemas.openxmlformats.org/officeDocument/2006/relationships/hyperlink" Target="https://www.linkedin.com/company/victory-advisors-limited/posts/?feedView=all" TargetMode="External"/><Relationship Id="rId34" Type="http://schemas.openxmlformats.org/officeDocument/2006/relationships/theme" Target="theme/theme1.xml"/><Relationship Id="rId7" Type="http://schemas.openxmlformats.org/officeDocument/2006/relationships/hyperlink" Target="mailto:IconRealEstate@cffcommunications.nl" TargetMode="External"/><Relationship Id="rId12" Type="http://schemas.openxmlformats.org/officeDocument/2006/relationships/hyperlink" Target="https://www.linkedin.com/company/erikdhont/" TargetMode="External"/><Relationship Id="rId17" Type="http://schemas.openxmlformats.org/officeDocument/2006/relationships/hyperlink" Target="https://www.instagram.com/mahler.1.amsterdam/" TargetMode="External"/><Relationship Id="rId25" Type="http://schemas.openxmlformats.org/officeDocument/2006/relationships/hyperlink" Target="https://www.linkedin.com/company/victory-advisors-limited"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inkedin.com/company/erikdhont/" TargetMode="External"/><Relationship Id="rId20" Type="http://schemas.openxmlformats.org/officeDocument/2006/relationships/hyperlink" Target="https://www.linkedin.com/in/mahler-1-7a045034b/" TargetMode="External"/><Relationship Id="rId29" Type="http://schemas.openxmlformats.org/officeDocument/2006/relationships/hyperlink" Target="https://www.instagram.com/mahler.1.amsterda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3xn" TargetMode="External"/><Relationship Id="rId24" Type="http://schemas.openxmlformats.org/officeDocument/2006/relationships/hyperlink" Target="https://www.linkedin.com/company/erikdhont/posts/?feedView=all"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linkedin.com/company/3xn" TargetMode="External"/><Relationship Id="rId23" Type="http://schemas.openxmlformats.org/officeDocument/2006/relationships/hyperlink" Target="https://www.linkedin.com/company/3xn/posts/?feedView=all" TargetMode="External"/><Relationship Id="rId28" Type="http://schemas.openxmlformats.org/officeDocument/2006/relationships/hyperlink" Target="https://www.linkedin.com/company/erikdhont/" TargetMode="External"/><Relationship Id="rId10" Type="http://schemas.openxmlformats.org/officeDocument/2006/relationships/hyperlink" Target="https://www.linkedin.com/company/lmtdevelopment" TargetMode="External"/><Relationship Id="rId19" Type="http://schemas.openxmlformats.org/officeDocument/2006/relationships/hyperlink" Target="mailto:IconRealEstate@cffcommunications.nl"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inkedin.com/company/victory-advisors-limited" TargetMode="External"/><Relationship Id="rId14" Type="http://schemas.openxmlformats.org/officeDocument/2006/relationships/hyperlink" Target="https://www.linkedin.com/company/lmtdevelopment" TargetMode="External"/><Relationship Id="rId22" Type="http://schemas.openxmlformats.org/officeDocument/2006/relationships/hyperlink" Target="https://www.linkedin.com/company/lmtdevelopment/posts/?feedView=all" TargetMode="External"/><Relationship Id="rId27" Type="http://schemas.openxmlformats.org/officeDocument/2006/relationships/hyperlink" Target="https://www.linkedin.com/company/3xn" TargetMode="External"/><Relationship Id="rId30" Type="http://schemas.openxmlformats.org/officeDocument/2006/relationships/footer" Target="footer1.xml"/><Relationship Id="rId8" Type="http://schemas.openxmlformats.org/officeDocument/2006/relationships/hyperlink" Target="https://www.linkedin.com/in/mahler-1-7a045034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namcgrath/SyncDrive/Resources/Marketing/Icon/Brand%20identity/Templates%20to%20sign%20off/Saentys-48_Letterhead_v01.dotx" TargetMode="External"/></Relationships>
</file>

<file path=word/theme/theme1.xml><?xml version="1.0" encoding="utf-8"?>
<a:theme xmlns:a="http://schemas.openxmlformats.org/drawingml/2006/main" name="Office Theme">
  <a:themeElements>
    <a:clrScheme name="ICON">
      <a:dk1>
        <a:srgbClr val="1D1D1B"/>
      </a:dk1>
      <a:lt1>
        <a:sysClr val="window" lastClr="FFFFFF"/>
      </a:lt1>
      <a:dk2>
        <a:srgbClr val="7F7F7F"/>
      </a:dk2>
      <a:lt2>
        <a:srgbClr val="E7E6E6"/>
      </a:lt2>
      <a:accent1>
        <a:srgbClr val="1D1D1B"/>
      </a:accent1>
      <a:accent2>
        <a:srgbClr val="595959"/>
      </a:accent2>
      <a:accent3>
        <a:srgbClr val="7F7F7F"/>
      </a:accent3>
      <a:accent4>
        <a:srgbClr val="A5A5A5"/>
      </a:accent4>
      <a:accent5>
        <a:srgbClr val="BFBFBF"/>
      </a:accent5>
      <a:accent6>
        <a:srgbClr val="D8D8D8"/>
      </a:accent6>
      <a:hlink>
        <a:srgbClr val="1D1D1B"/>
      </a:hlink>
      <a:folHlink>
        <a:srgbClr val="1D1D1B"/>
      </a:folHlink>
    </a:clrScheme>
    <a:fontScheme name="ICON">
      <a:majorFont>
        <a:latin typeface="Gotham Medium"/>
        <a:ea typeface=""/>
        <a:cs typeface=""/>
      </a:majorFont>
      <a:minorFont>
        <a:latin typeface="Gotham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Saentys-48_Letterhead_v01.dotx</Template>
  <TotalTime>27</TotalTime>
  <Pages>5</Pages>
  <Words>1215</Words>
  <Characters>6930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McGrath</dc:creator>
  <cp:keywords/>
  <dc:description/>
  <cp:lastModifiedBy>Anna McGrath</cp:lastModifiedBy>
  <cp:revision>2</cp:revision>
  <dcterms:created xsi:type="dcterms:W3CDTF">2025-03-06T13:19:00Z</dcterms:created>
  <dcterms:modified xsi:type="dcterms:W3CDTF">2025-03-06T13:50:00Z</dcterms:modified>
</cp:coreProperties>
</file>